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43662657"/>
        <w:docPartObj>
          <w:docPartGallery w:val="Cover Pages"/>
          <w:docPartUnique/>
        </w:docPartObj>
      </w:sdtPr>
      <w:sdtEndPr>
        <w:rPr>
          <w:highlight w:val="cyan"/>
        </w:rPr>
      </w:sdtEndPr>
      <w:sdtContent>
        <w:p w14:paraId="2E62DFC3" w14:textId="77777777" w:rsidR="000F1340" w:rsidRDefault="000F1340" w:rsidP="008C257F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E14D16"/>
              <w:bottom w:val="single" w:sz="36" w:space="0" w:color="E14D16"/>
              <w:insideH w:val="single" w:sz="36" w:space="0" w:color="E14D16"/>
              <w:insideV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3720"/>
          </w:tblGrid>
          <w:tr w:rsidR="000F1340" w:rsidRPr="007C7197" w14:paraId="0103E10C" w14:textId="77777777" w:rsidTr="00A45C4A">
            <w:sdt>
              <w:sdtPr>
                <w:rPr>
                  <w:rFonts w:eastAsiaTheme="majorEastAsia" w:cs="Arial"/>
                  <w:sz w:val="72"/>
                  <w:szCs w:val="72"/>
                </w:rPr>
                <w:alias w:val="Titre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222F05F2" w14:textId="663DDC2A" w:rsidR="000F1340" w:rsidRPr="00BD321E" w:rsidRDefault="00ED5B0F">
                    <w:pPr>
                      <w:pStyle w:val="Sansinterligne"/>
                      <w:rPr>
                        <w:rFonts w:eastAsiaTheme="majorEastAsia" w:cs="Arial"/>
                        <w:sz w:val="72"/>
                        <w:szCs w:val="72"/>
                      </w:rPr>
                    </w:pPr>
                    <w:r w:rsidRPr="008002A3">
                      <w:rPr>
                        <w:rFonts w:eastAsiaTheme="majorEastAsia" w:cs="Arial"/>
                        <w:sz w:val="72"/>
                        <w:szCs w:val="72"/>
                      </w:rPr>
                      <w:t>Mémoire technique</w:t>
                    </w:r>
                    <w:r w:rsidR="00EB331B" w:rsidRPr="008002A3">
                      <w:rPr>
                        <w:rFonts w:eastAsiaTheme="majorEastAsia" w:cs="Arial"/>
                        <w:sz w:val="72"/>
                        <w:szCs w:val="72"/>
                      </w:rPr>
                      <w:t xml:space="preserve"> n°</w:t>
                    </w:r>
                    <w:r w:rsidR="00E2134B">
                      <w:rPr>
                        <w:rFonts w:eastAsiaTheme="majorEastAsia" w:cs="Arial"/>
                        <w:sz w:val="72"/>
                        <w:szCs w:val="72"/>
                      </w:rPr>
                      <w:t>2025-18</w:t>
                    </w:r>
                    <w:r w:rsidR="004762B1">
                      <w:rPr>
                        <w:rFonts w:eastAsiaTheme="majorEastAsia" w:cs="Arial"/>
                        <w:sz w:val="72"/>
                        <w:szCs w:val="72"/>
                      </w:rPr>
                      <w:t xml:space="preserve"> – Lot </w:t>
                    </w:r>
                    <w:r w:rsidR="00C71C79">
                      <w:rPr>
                        <w:rFonts w:eastAsiaTheme="majorEastAsia" w:cs="Arial"/>
                        <w:sz w:val="72"/>
                        <w:szCs w:val="72"/>
                      </w:rPr>
                      <w:t>……</w:t>
                    </w:r>
                  </w:p>
                </w:tc>
              </w:sdtContent>
            </w:sdt>
          </w:tr>
          <w:tr w:rsidR="000F1340" w:rsidRPr="007C7197" w14:paraId="1BD8CD6C" w14:textId="77777777" w:rsidTr="00A45C4A">
            <w:sdt>
              <w:sdtPr>
                <w:rPr>
                  <w:rFonts w:asciiTheme="majorHAnsi" w:hAnsiTheme="majorHAnsi" w:cs="Arial"/>
                  <w:bCs/>
                  <w:color w:val="auto"/>
                  <w:sz w:val="40"/>
                  <w:szCs w:val="40"/>
                </w:rPr>
                <w:alias w:val="Sous-titr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0CDD2B75" w14:textId="37181E6C" w:rsidR="000F1340" w:rsidRPr="00BD321E" w:rsidRDefault="00E2134B">
                    <w:pPr>
                      <w:pStyle w:val="Sansinterligne"/>
                      <w:rPr>
                        <w:rFonts w:cs="Arial"/>
                        <w:sz w:val="40"/>
                        <w:szCs w:val="40"/>
                      </w:rPr>
                    </w:pPr>
                    <w:r w:rsidRPr="00E2134B">
                      <w:rPr>
                        <w:rFonts w:asciiTheme="majorHAnsi" w:hAnsiTheme="majorHAnsi" w:cs="Arial"/>
                        <w:bCs/>
                        <w:color w:val="auto"/>
                        <w:sz w:val="40"/>
                        <w:szCs w:val="40"/>
                      </w:rPr>
                      <w:t>Aménagement d’une plateforme de cryomicroscopie BSL2 au sous-sol du MLE</w:t>
                    </w:r>
                  </w:p>
                </w:tc>
              </w:sdtContent>
            </w:sdt>
          </w:tr>
          <w:tr w:rsidR="000F1340" w:rsidRPr="007C7197" w14:paraId="1EF928E4" w14:textId="77777777" w:rsidTr="00A45C4A">
            <w:tc>
              <w:tcPr>
                <w:tcW w:w="0" w:type="auto"/>
              </w:tcPr>
              <w:p w14:paraId="674D63C3" w14:textId="3972BA3B" w:rsidR="000F1340" w:rsidRPr="007C7197" w:rsidRDefault="008002A3" w:rsidP="0061718B">
                <w:pPr>
                  <w:pStyle w:val="Sansinterligne"/>
                  <w:rPr>
                    <w:rFonts w:cs="Arial"/>
                    <w:sz w:val="28"/>
                    <w:szCs w:val="28"/>
                    <w:highlight w:val="lightGray"/>
                  </w:rPr>
                </w:pPr>
                <w:r w:rsidRPr="00C37902">
                  <w:rPr>
                    <w:rFonts w:cs="Arial"/>
                    <w:sz w:val="28"/>
                    <w:szCs w:val="28"/>
                  </w:rPr>
                  <w:t xml:space="preserve">Direction </w:t>
                </w:r>
                <w:r w:rsidRPr="00C37902">
                  <w:rPr>
                    <w:sz w:val="28"/>
                    <w:szCs w:val="28"/>
                  </w:rPr>
                  <w:t>du Patrimoine</w:t>
                </w:r>
              </w:p>
            </w:tc>
          </w:tr>
        </w:tbl>
        <w:p w14:paraId="57A263FB" w14:textId="77777777" w:rsidR="000F1340" w:rsidRDefault="000F1340"/>
        <w:p w14:paraId="0BE27405" w14:textId="7CFB6CED" w:rsidR="00A876A6" w:rsidRDefault="00A876A6"/>
        <w:p w14:paraId="548EC29F" w14:textId="03CD37CA" w:rsidR="008E7C7A" w:rsidRDefault="008E7C7A"/>
        <w:p w14:paraId="72E1F4AE" w14:textId="6174AF2B" w:rsidR="008E7C7A" w:rsidRDefault="008E7C7A"/>
        <w:p w14:paraId="5470FD7B" w14:textId="0DB93100" w:rsidR="008E7C7A" w:rsidRDefault="008E7C7A"/>
        <w:p w14:paraId="14999443" w14:textId="62D977D9" w:rsidR="008E7C7A" w:rsidRDefault="008E7C7A"/>
        <w:p w14:paraId="4BD7B1CC" w14:textId="2CCCC384" w:rsidR="008E7C7A" w:rsidRDefault="008E7C7A"/>
        <w:p w14:paraId="467561B7" w14:textId="20327D41" w:rsidR="008E7C7A" w:rsidRDefault="008E7C7A"/>
        <w:p w14:paraId="4BFBDCF0" w14:textId="1857B11E" w:rsidR="008E7C7A" w:rsidRDefault="008E7C7A"/>
        <w:p w14:paraId="77327BC6" w14:textId="66C35DC1" w:rsidR="008E7C7A" w:rsidRDefault="008E7C7A"/>
        <w:p w14:paraId="6FF094A5" w14:textId="7B836E7B" w:rsidR="008E7C7A" w:rsidRDefault="008E7C7A"/>
        <w:p w14:paraId="7C325E4A" w14:textId="33583598" w:rsidR="008E7C7A" w:rsidRDefault="008E7C7A"/>
        <w:p w14:paraId="5A0CD3AC" w14:textId="392143F4" w:rsidR="008E7C7A" w:rsidRDefault="008E7C7A"/>
        <w:p w14:paraId="4C38B2A5" w14:textId="362A36F6" w:rsidR="008E7C7A" w:rsidRDefault="008E7C7A"/>
        <w:p w14:paraId="0C8B5F1A" w14:textId="59CC12DA" w:rsidR="008E7C7A" w:rsidRDefault="008E7C7A"/>
        <w:p w14:paraId="04FC2E0F" w14:textId="597FA866" w:rsidR="008E7C7A" w:rsidRDefault="008E7C7A"/>
        <w:p w14:paraId="116C3EAE" w14:textId="00AD42BA" w:rsidR="008E7C7A" w:rsidRDefault="008E7C7A"/>
        <w:p w14:paraId="11E57ED0" w14:textId="2C3EAF9B" w:rsidR="008E7C7A" w:rsidRDefault="008E7C7A"/>
        <w:p w14:paraId="7BE39B91" w14:textId="65D41275" w:rsidR="008E7C7A" w:rsidRDefault="008E7C7A"/>
        <w:p w14:paraId="13D4EFA5" w14:textId="6AFA37F3" w:rsidR="008E7C7A" w:rsidRDefault="008E7C7A"/>
        <w:p w14:paraId="1C414929" w14:textId="0FA06252" w:rsidR="008E7C7A" w:rsidRDefault="008E7C7A"/>
        <w:p w14:paraId="16E88EA7" w14:textId="72B54C3F" w:rsidR="008E7C7A" w:rsidRDefault="008E7C7A"/>
        <w:p w14:paraId="303AF3D7" w14:textId="60A948C2" w:rsidR="008E7C7A" w:rsidRDefault="008E7C7A"/>
        <w:p w14:paraId="59592985" w14:textId="4C9AB47F" w:rsidR="008E7C7A" w:rsidRDefault="008E7C7A"/>
        <w:p w14:paraId="660B5C87" w14:textId="77777777" w:rsidR="008E7C7A" w:rsidRDefault="008E7C7A"/>
        <w:p w14:paraId="005274D8" w14:textId="084959CA" w:rsidR="00A876A6" w:rsidRDefault="00A876A6">
          <w:r>
            <w:br w:type="page"/>
          </w:r>
        </w:p>
        <w:p w14:paraId="6A1B4303" w14:textId="1D440C74" w:rsidR="00EB331B" w:rsidRDefault="00EB331B" w:rsidP="008E2499">
          <w:pPr>
            <w:pStyle w:val="TextecourantitaliqueENSdeLyon"/>
          </w:pPr>
        </w:p>
        <w:tbl>
          <w:tblPr>
            <w:tblStyle w:val="Grilledutableau"/>
            <w:tblW w:w="0" w:type="auto"/>
            <w:tbl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  <w:insideH w:val="single" w:sz="8" w:space="0" w:color="808080" w:themeColor="background1" w:themeShade="80"/>
              <w:insideV w:val="single" w:sz="8" w:space="0" w:color="808080" w:themeColor="background1" w:themeShade="80"/>
            </w:tblBorders>
            <w:shd w:val="clear" w:color="auto" w:fill="ED7145"/>
            <w:tblLook w:val="04A0" w:firstRow="1" w:lastRow="0" w:firstColumn="1" w:lastColumn="0" w:noHBand="0" w:noVBand="1"/>
          </w:tblPr>
          <w:tblGrid>
            <w:gridCol w:w="2802"/>
            <w:gridCol w:w="6484"/>
          </w:tblGrid>
          <w:tr w:rsidR="00E53A3E" w:rsidRPr="00495908" w14:paraId="2D8EF3B7" w14:textId="5962DF56" w:rsidTr="001E08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286" w:type="dxa"/>
                <w:gridSpan w:val="2"/>
                <w:shd w:val="clear" w:color="auto" w:fill="E14D16"/>
                <w:vAlign w:val="center"/>
              </w:tcPr>
              <w:p w14:paraId="411ED55C" w14:textId="33602E9C" w:rsidR="00E53A3E" w:rsidRPr="00E53A3E" w:rsidRDefault="007C7197" w:rsidP="00495908">
                <w:pPr>
                  <w:jc w:val="center"/>
                  <w:rPr>
                    <w:rFonts w:asciiTheme="minorHAnsi" w:hAnsiTheme="minorHAnsi" w:cstheme="minorHAnsi"/>
                    <w:i w:val="0"/>
                    <w:color w:val="FFFFFF" w:themeColor="background1"/>
                  </w:rPr>
                </w:pPr>
                <w:r>
                  <w:rPr>
                    <w:rFonts w:asciiTheme="minorHAnsi" w:hAnsiTheme="minorHAnsi" w:cstheme="minorHAnsi"/>
                    <w:i w:val="0"/>
                    <w:color w:val="FFFFFF" w:themeColor="background1"/>
                    <w:sz w:val="22"/>
                    <w:szCs w:val="22"/>
                  </w:rPr>
                  <w:t xml:space="preserve">Opérateur économique </w:t>
                </w:r>
              </w:p>
            </w:tc>
          </w:tr>
          <w:tr w:rsidR="00E53A3E" w:rsidRPr="00495908" w14:paraId="6FCB7BC6" w14:textId="56EC1292" w:rsidTr="00D1689D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802" w:type="dxa"/>
                <w:shd w:val="clear" w:color="auto" w:fill="FBD4B4" w:themeFill="accent6" w:themeFillTint="66"/>
                <w:vAlign w:val="center"/>
              </w:tcPr>
              <w:p w14:paraId="60287FE8" w14:textId="1B257118" w:rsidR="00E53A3E" w:rsidRPr="008E2499" w:rsidRDefault="007C7197" w:rsidP="008E2499">
                <w:pPr>
                  <w:pStyle w:val="TextecourantENSdeLyon"/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  <w:t xml:space="preserve">Nom </w:t>
                </w:r>
              </w:p>
            </w:tc>
            <w:tc>
              <w:tcPr>
                <w:tcW w:w="6484" w:type="dxa"/>
                <w:shd w:val="clear" w:color="auto" w:fill="FBD4B4" w:themeFill="accent6" w:themeFillTint="66"/>
              </w:tcPr>
              <w:p w14:paraId="39915750" w14:textId="78594B94" w:rsidR="00E53A3E" w:rsidRPr="008E2499" w:rsidRDefault="007C7197" w:rsidP="008E2499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instrText xml:space="preserve"> FORMTEXT </w:instrTex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separate"/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>.................................</w: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end"/>
                </w:r>
              </w:p>
            </w:tc>
          </w:tr>
          <w:tr w:rsidR="00E71238" w:rsidRPr="00495908" w14:paraId="2530AB1E" w14:textId="77777777" w:rsidTr="00D1689D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802" w:type="dxa"/>
                <w:shd w:val="clear" w:color="auto" w:fill="FBD4B4" w:themeFill="accent6" w:themeFillTint="66"/>
                <w:vAlign w:val="center"/>
              </w:tcPr>
              <w:p w14:paraId="21372808" w14:textId="44C96479" w:rsidR="00E71238" w:rsidRPr="008E2499" w:rsidRDefault="007C7197" w:rsidP="008E2499">
                <w:pPr>
                  <w:pStyle w:val="TextecourantENSdeLyon"/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  <w:t xml:space="preserve">Rédacteur du mémoire technique </w:t>
                </w:r>
              </w:p>
            </w:tc>
            <w:tc>
              <w:tcPr>
                <w:tcW w:w="6484" w:type="dxa"/>
                <w:shd w:val="clear" w:color="auto" w:fill="FBD4B4" w:themeFill="accent6" w:themeFillTint="66"/>
              </w:tcPr>
              <w:p w14:paraId="294FC636" w14:textId="77777777" w:rsidR="007C7197" w:rsidRPr="008E2499" w:rsidRDefault="007C7197" w:rsidP="008E2499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 xml:space="preserve">Nom : </w: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instrText xml:space="preserve"> FORMTEXT </w:instrTex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separate"/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>.................................</w: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end"/>
                </w:r>
              </w:p>
              <w:p w14:paraId="5C07756D" w14:textId="1A1456EA" w:rsidR="00E71238" w:rsidRPr="008E2499" w:rsidRDefault="007C7197" w:rsidP="008E2499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 xml:space="preserve">Fonction : </w: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instrText xml:space="preserve"> FORMTEXT </w:instrTex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separate"/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>.................................</w: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end"/>
                </w:r>
              </w:p>
            </w:tc>
          </w:tr>
          <w:tr w:rsidR="000C2DCC" w:rsidRPr="00495908" w14:paraId="7B1B757E" w14:textId="77777777" w:rsidTr="00D1689D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802" w:type="dxa"/>
                <w:shd w:val="clear" w:color="auto" w:fill="FBD4B4" w:themeFill="accent6" w:themeFillTint="66"/>
                <w:vAlign w:val="center"/>
              </w:tcPr>
              <w:p w14:paraId="5814DE56" w14:textId="3E447515" w:rsidR="000C2DCC" w:rsidRPr="008E2499" w:rsidRDefault="000C2DCC" w:rsidP="008E2499">
                <w:pPr>
                  <w:pStyle w:val="TextecourantENSdeLyon"/>
                  <w:rPr>
                    <w:rFonts w:asciiTheme="majorHAnsi" w:hAnsiTheme="majorHAnsi" w:cstheme="majorHAnsi"/>
                    <w:szCs w:val="22"/>
                  </w:rPr>
                </w:pPr>
                <w:r>
                  <w:rPr>
                    <w:rFonts w:asciiTheme="majorHAnsi" w:hAnsiTheme="majorHAnsi" w:cstheme="majorHAnsi"/>
                    <w:szCs w:val="22"/>
                  </w:rPr>
                  <w:t xml:space="preserve">Lot </w:t>
                </w:r>
              </w:p>
            </w:tc>
            <w:tc>
              <w:tcPr>
                <w:tcW w:w="6484" w:type="dxa"/>
                <w:shd w:val="clear" w:color="auto" w:fill="FBD4B4" w:themeFill="accent6" w:themeFillTint="66"/>
              </w:tcPr>
              <w:p w14:paraId="33A2797D" w14:textId="45A9277A" w:rsidR="000C2DCC" w:rsidRPr="008E2499" w:rsidRDefault="000C2DCC" w:rsidP="008E2499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instrText xml:space="preserve"> FORMTEXT </w:instrTex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separate"/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>.................................</w: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end"/>
                </w:r>
              </w:p>
            </w:tc>
          </w:tr>
        </w:tbl>
        <w:p w14:paraId="762C5516" w14:textId="4947852E" w:rsidR="00663170" w:rsidRDefault="00663170" w:rsidP="008E2499">
          <w:pPr>
            <w:pStyle w:val="TextecourantENSdeLyon"/>
          </w:pPr>
        </w:p>
        <w:p w14:paraId="24D1F969" w14:textId="77777777" w:rsidR="008E2499" w:rsidRPr="00744491" w:rsidRDefault="008E2499" w:rsidP="008E2499">
          <w:pPr>
            <w:tabs>
              <w:tab w:val="left" w:pos="786"/>
              <w:tab w:val="left" w:pos="1826"/>
            </w:tabs>
            <w:ind w:left="70"/>
            <w:jc w:val="both"/>
            <w:rPr>
              <w:rFonts w:cs="Arial"/>
              <w:iCs/>
            </w:rPr>
          </w:pPr>
          <w:r w:rsidRPr="00744491">
            <w:rPr>
              <w:rFonts w:cs="Arial"/>
              <w:iCs/>
            </w:rPr>
            <w:t xml:space="preserve">Les différents éléments demandés sont à </w:t>
          </w:r>
          <w:r w:rsidRPr="00744491">
            <w:rPr>
              <w:rFonts w:cs="Arial"/>
              <w:bCs/>
              <w:iCs/>
            </w:rPr>
            <w:t xml:space="preserve">renseigner </w:t>
          </w:r>
          <w:r w:rsidRPr="00744491">
            <w:rPr>
              <w:rFonts w:cs="Arial"/>
              <w:bCs/>
              <w:iCs/>
              <w:u w:val="single"/>
            </w:rPr>
            <w:t>sur le présent document</w:t>
          </w:r>
          <w:r w:rsidRPr="00744491">
            <w:rPr>
              <w:rFonts w:cs="Arial"/>
              <w:iCs/>
            </w:rPr>
            <w:t xml:space="preserve"> en le complétant par des documents annexes quand ils sont exigés.</w:t>
          </w:r>
        </w:p>
        <w:p w14:paraId="265A001F" w14:textId="77777777" w:rsidR="008E2499" w:rsidRPr="00744491" w:rsidRDefault="008E2499" w:rsidP="008E2499">
          <w:pPr>
            <w:tabs>
              <w:tab w:val="left" w:pos="786"/>
              <w:tab w:val="left" w:pos="1826"/>
            </w:tabs>
            <w:ind w:left="70"/>
            <w:jc w:val="both"/>
            <w:rPr>
              <w:rFonts w:cs="Arial"/>
              <w:iCs/>
            </w:rPr>
          </w:pPr>
          <w:r w:rsidRPr="00744491">
            <w:rPr>
              <w:rFonts w:cs="Arial"/>
              <w:iCs/>
            </w:rPr>
            <w:t>Si l’opérateur économique le souhaite, des documents complémentaires peuvent être joints et listés à la fin du présent document.</w:t>
          </w:r>
        </w:p>
        <w:p w14:paraId="65C369F8" w14:textId="5CF6BDCD" w:rsidR="008E2499" w:rsidRPr="00744491" w:rsidRDefault="008E2499" w:rsidP="008E2499">
          <w:pPr>
            <w:tabs>
              <w:tab w:val="left" w:pos="786"/>
              <w:tab w:val="left" w:pos="1826"/>
            </w:tabs>
            <w:ind w:left="70"/>
            <w:jc w:val="both"/>
            <w:rPr>
              <w:rFonts w:cs="Arial"/>
              <w:iCs/>
            </w:rPr>
          </w:pPr>
          <w:r w:rsidRPr="00744491">
            <w:rPr>
              <w:rFonts w:cs="Arial"/>
              <w:bCs/>
              <w:iCs/>
            </w:rPr>
            <w:t xml:space="preserve">Le </w:t>
          </w:r>
          <w:r w:rsidRPr="00744491">
            <w:rPr>
              <w:rFonts w:cs="Arial"/>
              <w:b/>
              <w:bCs/>
              <w:iCs/>
            </w:rPr>
            <w:t>présent mémoire technique est une pièce contractuelle</w:t>
          </w:r>
          <w:r w:rsidRPr="00744491">
            <w:rPr>
              <w:rFonts w:cs="Arial"/>
              <w:bCs/>
              <w:iCs/>
            </w:rPr>
            <w:t xml:space="preserve"> du </w:t>
          </w:r>
          <w:r>
            <w:rPr>
              <w:rFonts w:cs="Arial"/>
              <w:bCs/>
              <w:iCs/>
            </w:rPr>
            <w:t>contrat</w:t>
          </w:r>
          <w:r w:rsidRPr="00744491">
            <w:rPr>
              <w:rFonts w:cs="Arial"/>
              <w:iCs/>
            </w:rPr>
            <w:t xml:space="preserve"> ; à ce titre, les informations et dispositions renseignées dans le présent document engagent contractuellement l’opérateur économique quant au respect des moyens mis en œuvre pour l’exécution de ses prestations.</w:t>
          </w:r>
        </w:p>
        <w:p w14:paraId="29545F1F" w14:textId="6961A069" w:rsidR="008E2499" w:rsidRPr="00084D68" w:rsidRDefault="008E2499" w:rsidP="00084D68">
          <w:pPr>
            <w:tabs>
              <w:tab w:val="left" w:pos="786"/>
              <w:tab w:val="left" w:pos="1826"/>
            </w:tabs>
            <w:ind w:left="70"/>
            <w:jc w:val="both"/>
            <w:rPr>
              <w:rFonts w:cs="Arial"/>
              <w:bCs/>
              <w:iCs/>
            </w:rPr>
          </w:pPr>
          <w:r w:rsidRPr="00744491">
            <w:rPr>
              <w:rFonts w:cs="Arial"/>
              <w:iCs/>
            </w:rPr>
            <w:t xml:space="preserve">Les opérateurs économiques doivent indiquer, </w:t>
          </w:r>
          <w:r w:rsidRPr="00744491">
            <w:rPr>
              <w:rFonts w:cs="Arial"/>
              <w:b/>
              <w:bCs/>
              <w:iCs/>
            </w:rPr>
            <w:t>par item</w:t>
          </w:r>
          <w:r w:rsidRPr="00744491">
            <w:rPr>
              <w:rFonts w:cs="Arial"/>
              <w:b/>
              <w:iCs/>
            </w:rPr>
            <w:t>,</w:t>
          </w:r>
          <w:r w:rsidRPr="00744491">
            <w:rPr>
              <w:rFonts w:cs="Arial"/>
              <w:iCs/>
            </w:rPr>
            <w:t xml:space="preserve"> les dispositions qu'ils comptent adopter</w:t>
          </w:r>
          <w:r w:rsidRPr="00744491">
            <w:rPr>
              <w:rFonts w:cs="Arial"/>
              <w:bCs/>
              <w:iCs/>
            </w:rPr>
            <w:t xml:space="preserve"> en complément des conditions figurant au cahier des charges.</w:t>
          </w:r>
        </w:p>
        <w:tbl>
          <w:tblPr>
            <w:tblStyle w:val="Grilledutableau"/>
            <w:tblW w:w="0" w:type="auto"/>
            <w:tbl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  <w:insideH w:val="single" w:sz="8" w:space="0" w:color="808080" w:themeColor="background1" w:themeShade="80"/>
              <w:insideV w:val="single" w:sz="8" w:space="0" w:color="808080" w:themeColor="background1" w:themeShade="80"/>
            </w:tblBorders>
            <w:shd w:val="clear" w:color="auto" w:fill="ED7145"/>
            <w:tblLook w:val="04A0" w:firstRow="1" w:lastRow="0" w:firstColumn="1" w:lastColumn="0" w:noHBand="0" w:noVBand="1"/>
          </w:tblPr>
          <w:tblGrid>
            <w:gridCol w:w="9180"/>
          </w:tblGrid>
          <w:tr w:rsidR="00495908" w:rsidRPr="00F20AB9" w14:paraId="141AC179" w14:textId="77777777" w:rsidTr="001E08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180" w:type="dxa"/>
                <w:shd w:val="clear" w:color="auto" w:fill="E14D16"/>
                <w:vAlign w:val="center"/>
              </w:tcPr>
              <w:p w14:paraId="77573421" w14:textId="23AF47AA" w:rsidR="00495908" w:rsidRPr="008E2499" w:rsidRDefault="007C7197" w:rsidP="008E2499">
                <w:pPr>
                  <w:pStyle w:val="TextecourantENSdeLyon"/>
                  <w:jc w:val="center"/>
                  <w:rPr>
                    <w:sz w:val="22"/>
                    <w:szCs w:val="22"/>
                  </w:rPr>
                </w:pPr>
                <w:r w:rsidRPr="008E2499">
                  <w:rPr>
                    <w:color w:val="FFFFFF" w:themeColor="background1"/>
                    <w:sz w:val="22"/>
                    <w:szCs w:val="22"/>
                  </w:rPr>
                  <w:t>L</w:t>
                </w:r>
                <w:r w:rsidRPr="008E2499">
                  <w:rPr>
                    <w:rFonts w:asciiTheme="majorHAnsi" w:hAnsiTheme="majorHAnsi" w:cstheme="majorHAnsi"/>
                    <w:bCs/>
                    <w:iCs/>
                    <w:color w:val="FFFFFF" w:themeColor="background1"/>
                    <w:sz w:val="22"/>
                    <w:szCs w:val="22"/>
                  </w:rPr>
                  <w:t xml:space="preserve">e présent mémoire technique correspond : </w:t>
                </w:r>
              </w:p>
            </w:tc>
          </w:tr>
          <w:tr w:rsidR="00495908" w:rsidRPr="00F20AB9" w14:paraId="66DDB0EA" w14:textId="77777777" w:rsidTr="00D1689D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180" w:type="dxa"/>
                <w:shd w:val="clear" w:color="auto" w:fill="FBD4B4" w:themeFill="accent6" w:themeFillTint="66"/>
                <w:vAlign w:val="center"/>
              </w:tcPr>
              <w:p w14:paraId="71ED2421" w14:textId="00CD641A" w:rsidR="00495908" w:rsidRPr="00F7487C" w:rsidRDefault="00495908" w:rsidP="00495908">
                <w:pPr>
                  <w:pStyle w:val="Notedebasdepage"/>
                  <w:rPr>
                    <w:rFonts w:asciiTheme="majorHAnsi" w:hAnsiTheme="majorHAnsi" w:cstheme="majorHAnsi"/>
                    <w:b w:val="0"/>
                    <w:i w:val="0"/>
                    <w:color w:val="E36C0A" w:themeColor="accent6" w:themeShade="BF"/>
                  </w:rPr>
                </w:pPr>
                <w:r w:rsidRPr="00F7487C">
                  <w:rPr>
                    <w:rFonts w:asciiTheme="majorHAnsi" w:hAnsiTheme="majorHAnsi" w:cstheme="majorHAnsi"/>
                    <w:b w:val="0"/>
                    <w:i w:val="0"/>
                    <w:color w:val="E36C0A" w:themeColor="accent6" w:themeShade="BF"/>
                  </w:rPr>
                  <w:t xml:space="preserve">Cocher </w:t>
                </w:r>
                <w:r w:rsidR="008E2499" w:rsidRPr="00F7487C">
                  <w:rPr>
                    <w:rFonts w:asciiTheme="majorHAnsi" w:hAnsiTheme="majorHAnsi" w:cstheme="majorHAnsi"/>
                    <w:b w:val="0"/>
                    <w:i w:val="0"/>
                    <w:color w:val="E36C0A" w:themeColor="accent6" w:themeShade="BF"/>
                  </w:rPr>
                  <w:t>la case correspondante</w:t>
                </w:r>
                <w:r w:rsidRPr="00F7487C">
                  <w:rPr>
                    <w:rFonts w:asciiTheme="majorHAnsi" w:hAnsiTheme="majorHAnsi" w:cstheme="majorHAnsi"/>
                    <w:b w:val="0"/>
                    <w:i w:val="0"/>
                    <w:color w:val="E36C0A" w:themeColor="accent6" w:themeShade="BF"/>
                  </w:rPr>
                  <w:t xml:space="preserve"> </w:t>
                </w:r>
              </w:p>
              <w:p w14:paraId="318FEEF7" w14:textId="6FA69C49" w:rsidR="00495908" w:rsidRPr="00495908" w:rsidRDefault="00E53A3E" w:rsidP="00495908">
                <w:pPr>
                  <w:snapToGrid w:val="0"/>
                  <w:rPr>
                    <w:rFonts w:asciiTheme="majorHAnsi" w:hAnsiTheme="majorHAnsi" w:cstheme="majorHAnsi"/>
                    <w:b w:val="0"/>
                    <w:i w:val="0"/>
                    <w:sz w:val="22"/>
                    <w:szCs w:val="22"/>
                  </w:rPr>
                </w:pPr>
                <w:r w:rsidRPr="00BD76B7">
                  <w:fldChar w:fldCharType="begin">
                    <w:ffData>
                      <w:name w:val="Texte10"/>
                      <w:enabled w:val="0"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BD76B7">
                  <w:instrText xml:space="preserve"> FORMCHECKBOX </w:instrText>
                </w:r>
                <w:r w:rsidR="00693A99">
                  <w:fldChar w:fldCharType="separate"/>
                </w:r>
                <w:r w:rsidRPr="00BD76B7">
                  <w:fldChar w:fldCharType="end"/>
                </w:r>
                <w:r>
                  <w:t xml:space="preserve"> </w:t>
                </w:r>
                <w:r w:rsidR="00E365A8">
                  <w:rPr>
                    <w:rFonts w:asciiTheme="majorHAnsi" w:hAnsiTheme="majorHAnsi" w:cstheme="majorHAnsi"/>
                    <w:b w:val="0"/>
                    <w:i w:val="0"/>
                    <w:sz w:val="22"/>
                    <w:szCs w:val="22"/>
                  </w:rPr>
                  <w:t>À</w:t>
                </w:r>
                <w:r w:rsidR="007C7197">
                  <w:rPr>
                    <w:rFonts w:asciiTheme="majorHAnsi" w:hAnsiTheme="majorHAnsi" w:cstheme="majorHAnsi"/>
                    <w:b w:val="0"/>
                    <w:i w:val="0"/>
                    <w:sz w:val="22"/>
                    <w:szCs w:val="22"/>
                  </w:rPr>
                  <w:t xml:space="preserve"> l’offre de base</w:t>
                </w:r>
              </w:p>
              <w:p w14:paraId="79CF3FA3" w14:textId="4C4D542B" w:rsidR="00495908" w:rsidRPr="00495908" w:rsidRDefault="00E53A3E" w:rsidP="00495908">
                <w:pPr>
                  <w:snapToGrid w:val="0"/>
                  <w:rPr>
                    <w:rFonts w:asciiTheme="majorHAnsi" w:hAnsiTheme="majorHAnsi" w:cstheme="majorHAnsi"/>
                    <w:b w:val="0"/>
                    <w:i w:val="0"/>
                    <w:sz w:val="22"/>
                    <w:szCs w:val="22"/>
                  </w:rPr>
                </w:pPr>
                <w:r w:rsidRPr="00BD76B7">
                  <w:fldChar w:fldCharType="begin">
                    <w:ffData>
                      <w:name w:val="Texte10"/>
                      <w:enabled w:val="0"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BD76B7">
                  <w:instrText xml:space="preserve"> FORMCHECKBOX </w:instrText>
                </w:r>
                <w:r w:rsidR="00693A99">
                  <w:fldChar w:fldCharType="separate"/>
                </w:r>
                <w:r w:rsidRPr="00BD76B7">
                  <w:fldChar w:fldCharType="end"/>
                </w:r>
                <w:r>
                  <w:t xml:space="preserve"> </w:t>
                </w:r>
                <w:r w:rsidR="007C7197">
                  <w:rPr>
                    <w:rFonts w:asciiTheme="majorHAnsi" w:hAnsiTheme="majorHAnsi" w:cstheme="majorHAnsi"/>
                    <w:b w:val="0"/>
                    <w:i w:val="0"/>
                    <w:sz w:val="22"/>
                    <w:szCs w:val="22"/>
                  </w:rPr>
                  <w:t xml:space="preserve">A une variante autorisée – Offre variante n° </w:t>
                </w:r>
                <w:r w:rsidR="007C7197" w:rsidRPr="00495908">
                  <w:rPr>
                    <w:rFonts w:asciiTheme="majorHAnsi" w:hAnsiTheme="majorHAnsi" w:cstheme="majorHAnsi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="007C7197" w:rsidRPr="00495908">
                  <w:rPr>
                    <w:rFonts w:asciiTheme="majorHAnsi" w:hAnsiTheme="majorHAnsi" w:cstheme="majorHAnsi"/>
                    <w:b w:val="0"/>
                    <w:i w:val="0"/>
                    <w:sz w:val="22"/>
                    <w:szCs w:val="22"/>
                  </w:rPr>
                  <w:instrText xml:space="preserve"> FORMTEXT </w:instrText>
                </w:r>
                <w:r w:rsidR="007C7197" w:rsidRPr="00495908">
                  <w:rPr>
                    <w:rFonts w:asciiTheme="majorHAnsi" w:hAnsiTheme="majorHAnsi" w:cstheme="majorHAnsi"/>
                  </w:rPr>
                </w:r>
                <w:r w:rsidR="007C7197" w:rsidRPr="00495908">
                  <w:rPr>
                    <w:rFonts w:asciiTheme="majorHAnsi" w:hAnsiTheme="majorHAnsi" w:cstheme="majorHAnsi"/>
                  </w:rPr>
                  <w:fldChar w:fldCharType="separate"/>
                </w:r>
                <w:r w:rsidR="007C7197" w:rsidRPr="00495908">
                  <w:rPr>
                    <w:rFonts w:asciiTheme="majorHAnsi" w:hAnsiTheme="majorHAnsi" w:cstheme="majorHAnsi"/>
                    <w:b w:val="0"/>
                    <w:i w:val="0"/>
                    <w:noProof/>
                    <w:sz w:val="22"/>
                    <w:szCs w:val="22"/>
                  </w:rPr>
                  <w:t>.................................</w:t>
                </w:r>
                <w:r w:rsidR="007C7197" w:rsidRPr="00495908">
                  <w:rPr>
                    <w:rFonts w:asciiTheme="majorHAnsi" w:hAnsiTheme="majorHAnsi" w:cstheme="majorHAnsi"/>
                  </w:rPr>
                  <w:fldChar w:fldCharType="end"/>
                </w:r>
              </w:p>
              <w:p w14:paraId="0FEF0F33" w14:textId="40CDFB30" w:rsidR="00495908" w:rsidRPr="008E2499" w:rsidRDefault="007C7197" w:rsidP="008E2499">
                <w:pPr>
                  <w:pStyle w:val="TextecourantENSdeLyon"/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  <w:t xml:space="preserve">Dont l’objet est : </w:t>
                </w:r>
                <w:r w:rsidRPr="008E2499">
                  <w:rPr>
                    <w:rFonts w:asciiTheme="majorHAnsi" w:hAnsiTheme="majorHAnsi" w:cstheme="majorHAnsi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8E2499"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  <w:instrText xml:space="preserve"> FORMTEXT </w:instrText>
                </w:r>
                <w:r w:rsidRPr="008E2499">
                  <w:rPr>
                    <w:rFonts w:asciiTheme="majorHAnsi" w:hAnsiTheme="majorHAnsi" w:cstheme="majorHAnsi"/>
                    <w:szCs w:val="22"/>
                  </w:rPr>
                </w:r>
                <w:r w:rsidRPr="008E2499">
                  <w:rPr>
                    <w:rFonts w:asciiTheme="majorHAnsi" w:hAnsiTheme="majorHAnsi" w:cstheme="majorHAnsi"/>
                    <w:szCs w:val="22"/>
                  </w:rPr>
                  <w:fldChar w:fldCharType="separate"/>
                </w:r>
                <w:r w:rsidRPr="008E2499"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  <w:t>.................................</w:t>
                </w:r>
                <w:r w:rsidRPr="008E2499">
                  <w:rPr>
                    <w:rFonts w:asciiTheme="majorHAnsi" w:hAnsiTheme="majorHAnsi" w:cstheme="majorHAnsi"/>
                    <w:szCs w:val="22"/>
                  </w:rPr>
                  <w:fldChar w:fldCharType="end"/>
                </w:r>
              </w:p>
            </w:tc>
          </w:tr>
        </w:tbl>
        <w:p w14:paraId="77F7B62E" w14:textId="77777777" w:rsidR="00E2134B" w:rsidRDefault="00E2134B" w:rsidP="00EB331B"/>
        <w:tbl>
          <w:tblPr>
            <w:tblStyle w:val="Grilledutableau"/>
            <w:tblW w:w="0" w:type="auto"/>
            <w:tbl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  <w:insideH w:val="single" w:sz="8" w:space="0" w:color="808080" w:themeColor="background1" w:themeShade="80"/>
              <w:insideV w:val="single" w:sz="8" w:space="0" w:color="808080" w:themeColor="background1" w:themeShade="80"/>
            </w:tblBorders>
            <w:shd w:val="clear" w:color="auto" w:fill="ED7145"/>
            <w:tblLook w:val="04A0" w:firstRow="1" w:lastRow="0" w:firstColumn="1" w:lastColumn="0" w:noHBand="0" w:noVBand="1"/>
          </w:tblPr>
          <w:tblGrid>
            <w:gridCol w:w="2943"/>
            <w:gridCol w:w="6249"/>
          </w:tblGrid>
          <w:tr w:rsidR="00E2134B" w:rsidRPr="00F20AB9" w14:paraId="6EBACD42" w14:textId="77777777" w:rsidTr="00E2134B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192" w:type="dxa"/>
                <w:gridSpan w:val="2"/>
                <w:shd w:val="clear" w:color="auto" w:fill="FF4D16"/>
                <w:vAlign w:val="center"/>
              </w:tcPr>
              <w:p w14:paraId="55BA7F84" w14:textId="52BB5F34" w:rsidR="00E2134B" w:rsidRPr="008B7673" w:rsidRDefault="00E2134B" w:rsidP="0002355D">
                <w:pPr>
                  <w:pStyle w:val="TextecourantENSdeLyon"/>
                </w:pPr>
                <w:r w:rsidRPr="001E084F">
                  <w:rPr>
                    <w:color w:val="FFFFFF" w:themeColor="background1"/>
                    <w:sz w:val="22"/>
                    <w:szCs w:val="22"/>
                    <w:shd w:val="clear" w:color="auto" w:fill="E14D16"/>
                  </w:rPr>
                  <w:t xml:space="preserve">Item 1 : </w:t>
                </w:r>
                <w:r>
                  <w:rPr>
                    <w:rFonts w:asciiTheme="majorHAnsi" w:hAnsiTheme="majorHAnsi" w:cstheme="majorHAnsi"/>
                    <w:color w:val="FFFFFF" w:themeColor="background1"/>
                  </w:rPr>
                  <w:t xml:space="preserve">SOPAQ / SOGED </w:t>
                </w:r>
                <w:r w:rsidRPr="00084D68">
                  <w:rPr>
                    <w:rFonts w:asciiTheme="majorHAnsi" w:eastAsia="Arial" w:hAnsiTheme="majorHAnsi" w:cstheme="majorHAnsi"/>
                    <w:color w:val="FFFFFF" w:themeColor="background1"/>
                  </w:rPr>
                  <w:t>(/10 points)</w:t>
                </w:r>
              </w:p>
            </w:tc>
          </w:tr>
          <w:tr w:rsidR="00E2134B" w:rsidRPr="00F20AB9" w14:paraId="1594F25A" w14:textId="77777777" w:rsidTr="00782985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shd w:val="clear" w:color="auto" w:fill="FBD4B4" w:themeFill="accent6" w:themeFillTint="66"/>
              </w:tcPr>
              <w:p w14:paraId="04A78E1D" w14:textId="77777777" w:rsidR="00E2134B" w:rsidRPr="00ED14F1" w:rsidRDefault="00E2134B" w:rsidP="00D15E97">
                <w:pPr>
                  <w:pStyle w:val="TextecourantENSdeLyon"/>
                  <w:rPr>
                    <w:rFonts w:asciiTheme="majorHAnsi" w:hAnsiTheme="majorHAnsi" w:cstheme="majorHAnsi"/>
                    <w:b w:val="0"/>
                    <w:bCs/>
                    <w:iCs/>
                  </w:rPr>
                </w:pPr>
                <w:r w:rsidRPr="00ED14F1">
                  <w:rPr>
                    <w:rFonts w:asciiTheme="majorHAnsi" w:hAnsiTheme="majorHAnsi" w:cstheme="majorHAnsi"/>
                    <w:b w:val="0"/>
                    <w:bCs/>
                  </w:rPr>
                  <w:t>SOPAQ – Celui-ci devra notamment faire apparaître les dispositions prévues pour les éléments suivants :</w:t>
                </w:r>
              </w:p>
              <w:p w14:paraId="2B03A8D5" w14:textId="77777777" w:rsidR="00E2134B" w:rsidRPr="00ED14F1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</w:rPr>
                </w:pPr>
                <w:r w:rsidRPr="00ED14F1">
                  <w:rPr>
                    <w:rFonts w:asciiTheme="majorHAnsi" w:hAnsiTheme="majorHAnsi" w:cstheme="majorHAnsi"/>
                    <w:b w:val="0"/>
                    <w:bCs/>
                  </w:rPr>
                  <w:t xml:space="preserve">Organisation générale du projet </w:t>
                </w:r>
              </w:p>
              <w:p w14:paraId="4670B2FE" w14:textId="77777777" w:rsidR="00E2134B" w:rsidRPr="00ED14F1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</w:rPr>
                </w:pPr>
                <w:r w:rsidRPr="00ED14F1">
                  <w:rPr>
                    <w:rFonts w:asciiTheme="majorHAnsi" w:hAnsiTheme="majorHAnsi" w:cstheme="majorHAnsi"/>
                    <w:b w:val="0"/>
                    <w:bCs/>
                  </w:rPr>
                  <w:t>Planification de la réalisation</w:t>
                </w:r>
              </w:p>
              <w:p w14:paraId="6C8F9C47" w14:textId="77777777" w:rsidR="00E2134B" w:rsidRPr="00ED14F1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</w:rPr>
                </w:pPr>
                <w:r w:rsidRPr="00ED14F1">
                  <w:rPr>
                    <w:rFonts w:asciiTheme="majorHAnsi" w:hAnsiTheme="majorHAnsi" w:cstheme="majorHAnsi"/>
                    <w:b w:val="0"/>
                    <w:bCs/>
                  </w:rPr>
                  <w:t>Maîtrise des fournitures et sous-traitances</w:t>
                </w:r>
              </w:p>
              <w:p w14:paraId="5C6B401C" w14:textId="77777777" w:rsidR="00E2134B" w:rsidRPr="00ED14F1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</w:rPr>
                </w:pPr>
                <w:r w:rsidRPr="00ED14F1">
                  <w:rPr>
                    <w:rFonts w:asciiTheme="majorHAnsi" w:hAnsiTheme="majorHAnsi" w:cstheme="majorHAnsi"/>
                    <w:b w:val="0"/>
                    <w:bCs/>
                  </w:rPr>
                  <w:t>Maîtrise des processus d’exécution</w:t>
                </w:r>
              </w:p>
              <w:p w14:paraId="198756CE" w14:textId="77777777" w:rsidR="00E2134B" w:rsidRPr="00ED14F1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</w:rPr>
                </w:pPr>
                <w:r w:rsidRPr="00ED14F1">
                  <w:rPr>
                    <w:rFonts w:asciiTheme="majorHAnsi" w:hAnsiTheme="majorHAnsi" w:cstheme="majorHAnsi"/>
                    <w:b w:val="0"/>
                    <w:bCs/>
                  </w:rPr>
                  <w:t>Organisation des contrôles</w:t>
                </w:r>
              </w:p>
              <w:p w14:paraId="0F6142CF" w14:textId="7819CE23" w:rsidR="00E2134B" w:rsidRPr="001E084F" w:rsidRDefault="00E2134B" w:rsidP="00E2134B">
                <w:pPr>
                  <w:pStyle w:val="TextecourantENSdeLyon"/>
                  <w:rPr>
                    <w:rFonts w:asciiTheme="majorHAnsi" w:hAnsiTheme="majorHAnsi" w:cstheme="majorHAnsi"/>
                    <w:b w:val="0"/>
                  </w:rPr>
                </w:pPr>
                <w:r w:rsidRPr="00084D68">
                  <w:rPr>
                    <w:rFonts w:asciiTheme="majorHAnsi" w:hAnsiTheme="majorHAnsi" w:cstheme="majorHAnsi"/>
                    <w:b w:val="0"/>
                    <w:bCs/>
                    <w:color w:val="E14D16"/>
                  </w:rPr>
                  <w:t>(/ 5 points)</w:t>
                </w:r>
              </w:p>
            </w:tc>
            <w:tc>
              <w:tcPr>
                <w:tcW w:w="6249" w:type="dxa"/>
                <w:shd w:val="clear" w:color="auto" w:fill="FBD4B4" w:themeFill="accent6" w:themeFillTint="66"/>
              </w:tcPr>
              <w:p w14:paraId="214CACFC" w14:textId="77777777" w:rsidR="00E2134B" w:rsidRPr="00F7487C" w:rsidRDefault="00E2134B" w:rsidP="0002355D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pPr>
                <w:r w:rsidRPr="00782985">
                  <w:rPr>
                    <w:lang w:eastAsia="en-US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782985">
                  <w:rPr>
                    <w:lang w:eastAsia="en-US"/>
                  </w:rPr>
                  <w:instrText xml:space="preserve"> FORMTEXT </w:instrText>
                </w:r>
                <w:r w:rsidRPr="00782985">
                  <w:rPr>
                    <w:lang w:eastAsia="en-US"/>
                  </w:rPr>
                </w:r>
                <w:r w:rsidRPr="00782985">
                  <w:rPr>
                    <w:lang w:eastAsia="en-US"/>
                  </w:rPr>
                  <w:fldChar w:fldCharType="separate"/>
                </w:r>
                <w:r w:rsidRPr="00782985">
                  <w:rPr>
                    <w:lang w:eastAsia="en-US"/>
                  </w:rPr>
                  <w:t>.................................</w:t>
                </w:r>
                <w:r w:rsidRPr="00782985">
                  <w:rPr>
                    <w:lang w:eastAsia="en-US"/>
                  </w:rPr>
                  <w:fldChar w:fldCharType="end"/>
                </w:r>
              </w:p>
            </w:tc>
          </w:tr>
          <w:tr w:rsidR="00E2134B" w:rsidRPr="00F20AB9" w14:paraId="51A0E169" w14:textId="77777777" w:rsidTr="00782985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shd w:val="clear" w:color="auto" w:fill="FBD4B4" w:themeFill="accent6" w:themeFillTint="66"/>
              </w:tcPr>
              <w:p w14:paraId="500012F2" w14:textId="77777777" w:rsidR="00E2134B" w:rsidRPr="00ED14F1" w:rsidRDefault="00E2134B" w:rsidP="00D15E97">
                <w:pPr>
                  <w:pStyle w:val="TextecourantENSdeLyon"/>
                  <w:rPr>
                    <w:rFonts w:asciiTheme="majorHAnsi" w:hAnsiTheme="majorHAnsi" w:cstheme="majorHAnsi"/>
                    <w:b w:val="0"/>
                    <w:bCs/>
                    <w:iCs/>
                  </w:rPr>
                </w:pPr>
                <w:r w:rsidRPr="00ED14F1">
                  <w:rPr>
                    <w:rFonts w:asciiTheme="majorHAnsi" w:hAnsiTheme="majorHAnsi" w:cstheme="majorHAnsi"/>
                    <w:b w:val="0"/>
                    <w:bCs/>
                  </w:rPr>
                  <w:lastRenderedPageBreak/>
                  <w:t>SOGED – Celui-ci devra notamment préciser :</w:t>
                </w:r>
              </w:p>
              <w:p w14:paraId="2DE3AC7A" w14:textId="77777777" w:rsidR="00E2134B" w:rsidRPr="00ED14F1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  <w:iCs/>
                  </w:rPr>
                </w:pPr>
                <w:r w:rsidRPr="00ED14F1">
                  <w:rPr>
                    <w:rFonts w:asciiTheme="majorHAnsi" w:hAnsiTheme="majorHAnsi" w:cstheme="majorHAnsi"/>
                    <w:b w:val="0"/>
                    <w:bCs/>
                  </w:rPr>
                  <w:t>La méthode de tri</w:t>
                </w:r>
              </w:p>
              <w:p w14:paraId="125C80A4" w14:textId="77777777" w:rsidR="00E2134B" w:rsidRPr="00ED14F1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  <w:iCs/>
                  </w:rPr>
                </w:pPr>
                <w:r w:rsidRPr="00ED14F1">
                  <w:rPr>
                    <w:rFonts w:asciiTheme="majorHAnsi" w:hAnsiTheme="majorHAnsi" w:cstheme="majorHAnsi"/>
                    <w:b w:val="0"/>
                    <w:bCs/>
                  </w:rPr>
                  <w:t>Les moyens humains mobilisés sur la thématique des déchets et notamment la personne qui sera désignée responsable des déchets.</w:t>
                </w:r>
              </w:p>
              <w:p w14:paraId="0E222005" w14:textId="01BFCF86" w:rsidR="00E2134B" w:rsidRPr="001E084F" w:rsidRDefault="00E2134B" w:rsidP="00E2134B">
                <w:pPr>
                  <w:pStyle w:val="TextecourantENSdeLyon"/>
                  <w:rPr>
                    <w:rFonts w:asciiTheme="majorHAnsi" w:hAnsiTheme="majorHAnsi" w:cstheme="majorHAnsi"/>
                    <w:b w:val="0"/>
                  </w:rPr>
                </w:pPr>
                <w:r w:rsidRPr="00084D68">
                  <w:rPr>
                    <w:rFonts w:asciiTheme="majorHAnsi" w:hAnsiTheme="majorHAnsi" w:cstheme="majorHAnsi"/>
                    <w:b w:val="0"/>
                    <w:bCs/>
                    <w:color w:val="E14D16"/>
                  </w:rPr>
                  <w:t>(/ 5 points)</w:t>
                </w:r>
              </w:p>
            </w:tc>
            <w:tc>
              <w:tcPr>
                <w:tcW w:w="6249" w:type="dxa"/>
                <w:shd w:val="clear" w:color="auto" w:fill="FBD4B4" w:themeFill="accent6" w:themeFillTint="66"/>
              </w:tcPr>
              <w:p w14:paraId="712C7567" w14:textId="77777777" w:rsidR="00E2134B" w:rsidRPr="00F7487C" w:rsidRDefault="00E2134B" w:rsidP="0002355D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pPr>
                <w:r w:rsidRPr="00782985">
                  <w:rPr>
                    <w:lang w:eastAsia="en-US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782985">
                  <w:rPr>
                    <w:lang w:eastAsia="en-US"/>
                  </w:rPr>
                  <w:instrText xml:space="preserve"> FORMTEXT </w:instrText>
                </w:r>
                <w:r w:rsidRPr="00782985">
                  <w:rPr>
                    <w:lang w:eastAsia="en-US"/>
                  </w:rPr>
                </w:r>
                <w:r w:rsidRPr="00782985">
                  <w:rPr>
                    <w:lang w:eastAsia="en-US"/>
                  </w:rPr>
                  <w:fldChar w:fldCharType="separate"/>
                </w:r>
                <w:r w:rsidRPr="00782985">
                  <w:rPr>
                    <w:lang w:eastAsia="en-US"/>
                  </w:rPr>
                  <w:t>.................................</w:t>
                </w:r>
                <w:r w:rsidRPr="00782985">
                  <w:rPr>
                    <w:lang w:eastAsia="en-US"/>
                  </w:rPr>
                  <w:fldChar w:fldCharType="end"/>
                </w:r>
              </w:p>
            </w:tc>
          </w:tr>
        </w:tbl>
        <w:p w14:paraId="77D0F65D" w14:textId="77777777" w:rsidR="00C71C79" w:rsidRDefault="00C71C79" w:rsidP="00EB331B"/>
        <w:tbl>
          <w:tblPr>
            <w:tblStyle w:val="Grilledutableau"/>
            <w:tblW w:w="0" w:type="auto"/>
            <w:tbl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  <w:insideH w:val="single" w:sz="8" w:space="0" w:color="808080" w:themeColor="background1" w:themeShade="80"/>
              <w:insideV w:val="single" w:sz="8" w:space="0" w:color="808080" w:themeColor="background1" w:themeShade="80"/>
            </w:tblBorders>
            <w:shd w:val="clear" w:color="auto" w:fill="ED7145"/>
            <w:tblLook w:val="04A0" w:firstRow="1" w:lastRow="0" w:firstColumn="1" w:lastColumn="0" w:noHBand="0" w:noVBand="1"/>
          </w:tblPr>
          <w:tblGrid>
            <w:gridCol w:w="2943"/>
            <w:gridCol w:w="6107"/>
          </w:tblGrid>
          <w:tr w:rsidR="00C71C79" w:rsidRPr="00F22BF2" w14:paraId="4FF87C1A" w14:textId="77777777" w:rsidTr="0002355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50" w:type="dxa"/>
                <w:gridSpan w:val="2"/>
                <w:shd w:val="clear" w:color="auto" w:fill="E14D16"/>
                <w:vAlign w:val="center"/>
              </w:tcPr>
              <w:p w14:paraId="53D93CA6" w14:textId="77777777" w:rsidR="00C71C79" w:rsidRPr="00F22BF2" w:rsidRDefault="00C71C79" w:rsidP="0002355D">
                <w:pPr>
                  <w:pStyle w:val="TextecourantENSdeLyon"/>
                  <w:jc w:val="center"/>
                  <w:rPr>
                    <w:rFonts w:asciiTheme="majorHAnsi" w:hAnsiTheme="majorHAnsi" w:cstheme="majorHAnsi"/>
                    <w:i/>
                    <w:color w:val="FFFFFF" w:themeColor="background1"/>
                    <w:szCs w:val="22"/>
                  </w:rPr>
                </w:pPr>
                <w:r w:rsidRPr="00F22BF2">
                  <w:rPr>
                    <w:rFonts w:asciiTheme="majorHAnsi" w:hAnsiTheme="majorHAnsi" w:cstheme="majorHAnsi"/>
                    <w:color w:val="FFFFFF" w:themeColor="background1"/>
                    <w:szCs w:val="22"/>
                  </w:rPr>
                  <w:t xml:space="preserve">Item </w:t>
                </w:r>
                <w:r>
                  <w:rPr>
                    <w:rFonts w:asciiTheme="majorHAnsi" w:hAnsiTheme="majorHAnsi" w:cstheme="majorHAnsi"/>
                    <w:color w:val="FFFFFF" w:themeColor="background1"/>
                  </w:rPr>
                  <w:t>2</w:t>
                </w:r>
                <w:r w:rsidRPr="00F22BF2">
                  <w:rPr>
                    <w:rFonts w:asciiTheme="majorHAnsi" w:hAnsiTheme="majorHAnsi" w:cstheme="majorHAnsi"/>
                    <w:color w:val="FFFFFF" w:themeColor="background1"/>
                    <w:szCs w:val="22"/>
                  </w:rPr>
                  <w:t xml:space="preserve"> : Compréhension de la spécificité technique du projet </w:t>
                </w:r>
                <w:r w:rsidRPr="00084D68">
                  <w:rPr>
                    <w:rFonts w:asciiTheme="majorHAnsi" w:eastAsia="Arial" w:hAnsiTheme="majorHAnsi" w:cstheme="majorHAnsi"/>
                    <w:color w:val="FFFFFF" w:themeColor="background1"/>
                    <w:szCs w:val="22"/>
                  </w:rPr>
                  <w:t>(/</w:t>
                </w:r>
                <w:r w:rsidRPr="00084D68">
                  <w:rPr>
                    <w:rFonts w:asciiTheme="majorHAnsi" w:eastAsia="Arial" w:hAnsiTheme="majorHAnsi" w:cstheme="majorHAnsi"/>
                    <w:color w:val="FFFFFF" w:themeColor="background1"/>
                  </w:rPr>
                  <w:t>10</w:t>
                </w:r>
                <w:r w:rsidRPr="00084D68">
                  <w:rPr>
                    <w:rFonts w:asciiTheme="majorHAnsi" w:eastAsia="Arial" w:hAnsiTheme="majorHAnsi" w:cstheme="majorHAnsi"/>
                    <w:color w:val="FFFFFF" w:themeColor="background1"/>
                    <w:szCs w:val="22"/>
                  </w:rPr>
                  <w:t xml:space="preserve"> points)</w:t>
                </w:r>
              </w:p>
            </w:tc>
          </w:tr>
          <w:tr w:rsidR="00C71C79" w:rsidRPr="00F22BF2" w14:paraId="3F21FA76" w14:textId="77777777" w:rsidTr="00782985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shd w:val="clear" w:color="auto" w:fill="FBD4B4" w:themeFill="accent6" w:themeFillTint="66"/>
              </w:tcPr>
              <w:p w14:paraId="46502F0E" w14:textId="77777777" w:rsidR="00693A99" w:rsidRDefault="00C71C79" w:rsidP="0002355D">
                <w:pPr>
                  <w:pStyle w:val="TextecourantENSdeLyon"/>
                  <w:rPr>
                    <w:rFonts w:asciiTheme="majorHAnsi" w:hAnsiTheme="majorHAnsi" w:cstheme="majorHAnsi"/>
                    <w:i/>
                    <w:iCs/>
                  </w:rPr>
                </w:pPr>
                <w:r w:rsidRPr="00ED14F1">
                  <w:rPr>
                    <w:rFonts w:asciiTheme="majorHAnsi" w:hAnsiTheme="majorHAnsi" w:cstheme="majorHAnsi"/>
                    <w:b w:val="0"/>
                    <w:bCs/>
                  </w:rPr>
                  <w:t>Dans la limite d’une demi-page, détaillez comment vos travaux s’intègrent dans les contraintes spécifiques à une plateforme de CryoMicroscospie BLS2.</w:t>
                </w:r>
                <w:r w:rsidR="00ED14F1">
                  <w:rPr>
                    <w:rFonts w:asciiTheme="majorHAnsi" w:hAnsiTheme="majorHAnsi" w:cstheme="majorHAnsi"/>
                    <w:b w:val="0"/>
                    <w:bCs/>
                  </w:rPr>
                  <w:t xml:space="preserve"> </w:t>
                </w:r>
              </w:p>
              <w:p w14:paraId="30BEC394" w14:textId="66AE4313" w:rsidR="00C71C79" w:rsidRPr="00ED14F1" w:rsidRDefault="00C71C79" w:rsidP="0002355D">
                <w:pPr>
                  <w:pStyle w:val="TextecourantENSdeLyon"/>
                  <w:rPr>
                    <w:rFonts w:asciiTheme="majorHAnsi" w:hAnsiTheme="majorHAnsi" w:cstheme="majorHAnsi"/>
                    <w:b w:val="0"/>
                    <w:bCs/>
                    <w:i/>
                    <w:iCs/>
                    <w:szCs w:val="22"/>
                  </w:rPr>
                </w:pPr>
                <w:r w:rsidRPr="00ED14F1">
                  <w:rPr>
                    <w:rFonts w:asciiTheme="majorHAnsi" w:hAnsiTheme="majorHAnsi" w:cstheme="majorHAnsi"/>
                    <w:b w:val="0"/>
                    <w:bCs/>
                    <w:color w:val="E14D16"/>
                    <w:szCs w:val="22"/>
                  </w:rPr>
                  <w:t xml:space="preserve">(/ </w:t>
                </w:r>
                <w:r w:rsidRPr="00ED14F1">
                  <w:rPr>
                    <w:rFonts w:asciiTheme="majorHAnsi" w:hAnsiTheme="majorHAnsi" w:cstheme="majorHAnsi"/>
                    <w:b w:val="0"/>
                    <w:bCs/>
                    <w:color w:val="E14D16"/>
                  </w:rPr>
                  <w:t>10</w:t>
                </w:r>
                <w:r w:rsidRPr="00ED14F1">
                  <w:rPr>
                    <w:rFonts w:asciiTheme="majorHAnsi" w:hAnsiTheme="majorHAnsi" w:cstheme="majorHAnsi"/>
                    <w:b w:val="0"/>
                    <w:bCs/>
                    <w:color w:val="E14D16"/>
                    <w:szCs w:val="22"/>
                  </w:rPr>
                  <w:t xml:space="preserve"> points)</w:t>
                </w:r>
              </w:p>
            </w:tc>
            <w:tc>
              <w:tcPr>
                <w:tcW w:w="6107" w:type="dxa"/>
                <w:shd w:val="clear" w:color="auto" w:fill="FBD4B4" w:themeFill="accent6" w:themeFillTint="66"/>
              </w:tcPr>
              <w:p w14:paraId="2161C727" w14:textId="77777777" w:rsidR="00C71C79" w:rsidRPr="00782985" w:rsidRDefault="00C71C79" w:rsidP="0002355D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bCs w:val="0"/>
                    <w:i w:val="0"/>
                    <w:szCs w:val="22"/>
                  </w:rPr>
                </w:pPr>
                <w:r w:rsidRPr="00782985">
                  <w:rPr>
                    <w:lang w:eastAsia="en-US"/>
                  </w:rPr>
                  <w:fldChar w:fldCharType="begin">
                    <w:ffData>
                      <w:name w:val="Texte3 Copie 11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782985">
                  <w:rPr>
                    <w:lang w:eastAsia="en-US"/>
                  </w:rPr>
                  <w:instrText xml:space="preserve"> FORMTEXT </w:instrText>
                </w:r>
                <w:r w:rsidRPr="00782985">
                  <w:rPr>
                    <w:lang w:eastAsia="en-US"/>
                  </w:rPr>
                </w:r>
                <w:r w:rsidRPr="00782985">
                  <w:rPr>
                    <w:lang w:eastAsia="en-US"/>
                  </w:rPr>
                  <w:fldChar w:fldCharType="separate"/>
                </w:r>
                <w:r w:rsidRPr="00782985">
                  <w:rPr>
                    <w:lang w:eastAsia="en-US"/>
                  </w:rPr>
                  <w:t>.................................</w:t>
                </w:r>
                <w:r w:rsidRPr="00782985">
                  <w:rPr>
                    <w:lang w:eastAsia="en-US"/>
                  </w:rPr>
                  <w:fldChar w:fldCharType="end"/>
                </w:r>
              </w:p>
            </w:tc>
          </w:tr>
        </w:tbl>
        <w:p w14:paraId="765921F0" w14:textId="26883749" w:rsidR="000F1340" w:rsidRDefault="00693A99" w:rsidP="00EB331B"/>
      </w:sdtContent>
    </w:sdt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943"/>
        <w:gridCol w:w="6237"/>
      </w:tblGrid>
      <w:tr w:rsidR="006A2D16" w:rsidRPr="00F20AB9" w14:paraId="3661C0E9" w14:textId="0F923EF1" w:rsidTr="00B64C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2"/>
            <w:shd w:val="clear" w:color="auto" w:fill="FF4D16"/>
            <w:vAlign w:val="center"/>
          </w:tcPr>
          <w:p w14:paraId="78855F0A" w14:textId="5462440D" w:rsidR="006A2D16" w:rsidRPr="008B7673" w:rsidRDefault="008B7673" w:rsidP="00F7487C">
            <w:pPr>
              <w:pStyle w:val="TextecourantENSdeLyon"/>
            </w:pPr>
            <w:bookmarkStart w:id="0" w:name="_Hlk106884848"/>
            <w:r w:rsidRPr="001E084F">
              <w:rPr>
                <w:color w:val="FFFFFF" w:themeColor="background1"/>
                <w:sz w:val="22"/>
                <w:szCs w:val="22"/>
                <w:shd w:val="clear" w:color="auto" w:fill="E14D16"/>
              </w:rPr>
              <w:t xml:space="preserve">Item </w:t>
            </w:r>
            <w:r w:rsidR="00A13E36">
              <w:rPr>
                <w:color w:val="FFFFFF" w:themeColor="background1"/>
                <w:sz w:val="22"/>
                <w:szCs w:val="22"/>
                <w:shd w:val="clear" w:color="auto" w:fill="E14D16"/>
              </w:rPr>
              <w:t>3</w:t>
            </w:r>
            <w:r w:rsidR="00A13E36" w:rsidRPr="001E084F">
              <w:rPr>
                <w:color w:val="FFFFFF" w:themeColor="background1"/>
                <w:sz w:val="22"/>
                <w:szCs w:val="22"/>
                <w:shd w:val="clear" w:color="auto" w:fill="E14D16"/>
              </w:rPr>
              <w:t xml:space="preserve"> :</w:t>
            </w:r>
            <w:r w:rsidR="006A2D16" w:rsidRPr="001E084F">
              <w:rPr>
                <w:color w:val="FFFFFF" w:themeColor="background1"/>
                <w:sz w:val="22"/>
                <w:szCs w:val="22"/>
                <w:shd w:val="clear" w:color="auto" w:fill="E14D16"/>
              </w:rPr>
              <w:t xml:space="preserve"> </w:t>
            </w:r>
            <w:r w:rsidR="001E084F">
              <w:rPr>
                <w:color w:val="FFFFFF" w:themeColor="background1"/>
                <w:shd w:val="clear" w:color="auto" w:fill="E14D16"/>
              </w:rPr>
              <w:t>M</w:t>
            </w:r>
            <w:r w:rsidRPr="001E084F">
              <w:rPr>
                <w:color w:val="FFFFFF" w:themeColor="background1"/>
                <w:shd w:val="clear" w:color="auto" w:fill="E14D16"/>
              </w:rPr>
              <w:t xml:space="preserve">oyens humains affectés au </w:t>
            </w:r>
            <w:r w:rsidRPr="00693A99">
              <w:rPr>
                <w:color w:val="FFFFFF" w:themeColor="background1"/>
                <w:shd w:val="clear" w:color="auto" w:fill="E14D16"/>
              </w:rPr>
              <w:t xml:space="preserve">chantier </w:t>
            </w:r>
            <w:r w:rsidRPr="00782985">
              <w:rPr>
                <w:color w:val="FFFFFF" w:themeColor="background1"/>
                <w:shd w:val="clear" w:color="auto" w:fill="E14D16"/>
              </w:rPr>
              <w:t>(/</w:t>
            </w:r>
            <w:r w:rsidR="001117F3" w:rsidRPr="00782985">
              <w:rPr>
                <w:color w:val="FFFFFF" w:themeColor="background1"/>
                <w:shd w:val="clear" w:color="auto" w:fill="E14D16"/>
              </w:rPr>
              <w:t>7</w:t>
            </w:r>
            <w:r w:rsidRPr="00084D68">
              <w:rPr>
                <w:color w:val="FFFFFF" w:themeColor="background1"/>
                <w:shd w:val="clear" w:color="auto" w:fill="E14D16"/>
              </w:rPr>
              <w:t xml:space="preserve"> points</w:t>
            </w:r>
            <w:r w:rsidRPr="00084D68">
              <w:rPr>
                <w:color w:val="FFFFFF" w:themeColor="background1"/>
              </w:rPr>
              <w:t>)</w:t>
            </w:r>
          </w:p>
        </w:tc>
      </w:tr>
      <w:tr w:rsidR="00782985" w:rsidRPr="00F20AB9" w14:paraId="2529E861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12E98824" w14:textId="77777777" w:rsidR="00782985" w:rsidRPr="00ED14F1" w:rsidRDefault="00782985" w:rsidP="00782985">
            <w:pPr>
              <w:pStyle w:val="TextecourantENSdeLyon"/>
              <w:rPr>
                <w:rFonts w:asciiTheme="majorHAnsi" w:hAnsiTheme="majorHAnsi" w:cstheme="majorHAnsi"/>
                <w:b w:val="0"/>
                <w:bCs/>
                <w:i/>
                <w:iCs/>
              </w:rPr>
            </w:pPr>
            <w:r w:rsidRPr="00ED14F1">
              <w:rPr>
                <w:rFonts w:asciiTheme="majorHAnsi" w:hAnsiTheme="majorHAnsi" w:cstheme="majorHAnsi"/>
                <w:b w:val="0"/>
                <w:bCs/>
              </w:rPr>
              <w:t xml:space="preserve">Organigramme fonctionnel de l’équipe d’encadrement (personnes pressenties pour l’encadrement avec l’expérience, la qualification, l’autonomie et les responsabilités) </w:t>
            </w:r>
          </w:p>
          <w:p w14:paraId="4AE26983" w14:textId="0A434697" w:rsidR="00782985" w:rsidRPr="00084D68" w:rsidRDefault="00782985" w:rsidP="00782985">
            <w:pPr>
              <w:pStyle w:val="TextecourantENSdeLyon"/>
              <w:rPr>
                <w:rFonts w:asciiTheme="majorHAnsi" w:hAnsiTheme="majorHAnsi" w:cstheme="majorHAnsi"/>
                <w:i/>
                <w:iCs/>
                <w:color w:val="E14D16"/>
              </w:rPr>
            </w:pPr>
            <w:r w:rsidRPr="00084D68">
              <w:rPr>
                <w:rFonts w:asciiTheme="majorHAnsi" w:hAnsiTheme="majorHAnsi" w:cstheme="majorHAnsi"/>
                <w:b w:val="0"/>
                <w:bCs/>
                <w:color w:val="E14D16"/>
              </w:rPr>
              <w:t xml:space="preserve">Lots 1 à 5 et 7 (/ 2 points) </w:t>
            </w:r>
          </w:p>
          <w:p w14:paraId="3431424D" w14:textId="6AF696D6" w:rsidR="00782985" w:rsidRPr="00ED14F1" w:rsidRDefault="00782985" w:rsidP="00782985">
            <w:pPr>
              <w:pStyle w:val="TextecourantENSdeLyon"/>
              <w:rPr>
                <w:rFonts w:asciiTheme="majorHAnsi" w:hAnsiTheme="majorHAnsi" w:cstheme="majorHAnsi"/>
                <w:b w:val="0"/>
                <w:bCs/>
              </w:rPr>
            </w:pPr>
            <w:r w:rsidRPr="00084D68">
              <w:rPr>
                <w:rFonts w:asciiTheme="majorHAnsi" w:hAnsiTheme="majorHAnsi" w:cstheme="majorHAnsi"/>
                <w:b w:val="0"/>
                <w:bCs/>
                <w:color w:val="E14D16"/>
              </w:rPr>
              <w:t>Lot 6 (/ 3 points)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60C94A07" w14:textId="7A5156B1" w:rsidR="00782985" w:rsidRPr="00F7487C" w:rsidRDefault="00782985" w:rsidP="00782985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757F5D">
              <w:rPr>
                <w:bCs w:val="0"/>
                <w:iCs w:val="0"/>
                <w:lang w:eastAsia="en-US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57F5D">
              <w:rPr>
                <w:lang w:eastAsia="en-US"/>
              </w:rPr>
              <w:instrText xml:space="preserve"> FORMTEXT </w:instrText>
            </w:r>
            <w:r w:rsidRPr="00757F5D">
              <w:rPr>
                <w:bCs w:val="0"/>
                <w:iCs w:val="0"/>
                <w:lang w:eastAsia="en-US"/>
              </w:rPr>
            </w:r>
            <w:r w:rsidRPr="00757F5D">
              <w:rPr>
                <w:bCs w:val="0"/>
                <w:iCs w:val="0"/>
                <w:lang w:eastAsia="en-US"/>
              </w:rPr>
              <w:fldChar w:fldCharType="separate"/>
            </w:r>
            <w:r w:rsidRPr="00757F5D">
              <w:rPr>
                <w:lang w:eastAsia="en-US"/>
              </w:rPr>
              <w:t>.................................</w:t>
            </w:r>
            <w:r w:rsidRPr="00757F5D">
              <w:rPr>
                <w:bCs w:val="0"/>
                <w:iCs w:val="0"/>
                <w:lang w:eastAsia="en-US"/>
              </w:rPr>
              <w:fldChar w:fldCharType="end"/>
            </w:r>
          </w:p>
        </w:tc>
      </w:tr>
      <w:tr w:rsidR="00782985" w:rsidRPr="00F20AB9" w14:paraId="548761AA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30B09BA9" w14:textId="3BAE5C2F" w:rsidR="00782985" w:rsidRDefault="00782985" w:rsidP="00782985">
            <w:pPr>
              <w:pStyle w:val="TextecourantENSdeLyon"/>
              <w:rPr>
                <w:rFonts w:asciiTheme="majorHAnsi" w:hAnsiTheme="majorHAnsi" w:cstheme="majorHAnsi"/>
                <w:i/>
                <w:iCs/>
              </w:rPr>
            </w:pPr>
            <w:r w:rsidRPr="00ED14F1">
              <w:rPr>
                <w:rFonts w:asciiTheme="majorHAnsi" w:hAnsiTheme="majorHAnsi" w:cstheme="majorHAnsi"/>
                <w:b w:val="0"/>
                <w:bCs/>
              </w:rPr>
              <w:t xml:space="preserve">Organigramme fonctionnel de l’équipe affectée pour la mise en œuvre (personnes pressenties pour la réalisation avec l’expérience, la qualification, l’autonomie et les responsabilités) </w:t>
            </w:r>
          </w:p>
          <w:p w14:paraId="4F1AAF0D" w14:textId="01538A11" w:rsidR="00782985" w:rsidRPr="00084D68" w:rsidRDefault="00782985" w:rsidP="00782985">
            <w:pPr>
              <w:pStyle w:val="TextecourantENSdeLyon"/>
              <w:rPr>
                <w:rFonts w:asciiTheme="majorHAnsi" w:hAnsiTheme="majorHAnsi" w:cstheme="majorHAnsi"/>
                <w:i/>
                <w:iCs/>
                <w:color w:val="E14D16"/>
              </w:rPr>
            </w:pPr>
            <w:r w:rsidRPr="00084D68">
              <w:rPr>
                <w:rFonts w:asciiTheme="majorHAnsi" w:hAnsiTheme="majorHAnsi" w:cstheme="majorHAnsi"/>
                <w:b w:val="0"/>
                <w:bCs/>
                <w:color w:val="E14D16"/>
              </w:rPr>
              <w:t>Lots 1 à 5</w:t>
            </w:r>
            <w:r w:rsidRPr="00084D68">
              <w:rPr>
                <w:rFonts w:asciiTheme="majorHAnsi" w:hAnsiTheme="majorHAnsi" w:cstheme="majorHAnsi"/>
                <w:b w:val="0"/>
                <w:bCs/>
              </w:rPr>
              <w:t xml:space="preserve"> </w:t>
            </w:r>
            <w:r w:rsidRPr="00084D68">
              <w:rPr>
                <w:rFonts w:asciiTheme="majorHAnsi" w:hAnsiTheme="majorHAnsi" w:cstheme="majorHAnsi"/>
                <w:b w:val="0"/>
                <w:bCs/>
                <w:color w:val="E14D16"/>
              </w:rPr>
              <w:t>et 7 (/ 3 points)</w:t>
            </w:r>
          </w:p>
          <w:p w14:paraId="454211CF" w14:textId="5535D72F" w:rsidR="00782985" w:rsidRPr="00753B98" w:rsidRDefault="00782985" w:rsidP="00782985">
            <w:pPr>
              <w:pStyle w:val="TextecourantENSdeLyon"/>
              <w:rPr>
                <w:rFonts w:asciiTheme="majorHAnsi" w:hAnsiTheme="majorHAnsi" w:cstheme="majorHAnsi"/>
                <w:i/>
                <w:iCs/>
                <w:color w:val="E14D16"/>
              </w:rPr>
            </w:pPr>
            <w:r w:rsidRPr="00084D68">
              <w:rPr>
                <w:rFonts w:asciiTheme="majorHAnsi" w:hAnsiTheme="majorHAnsi" w:cstheme="majorHAnsi"/>
                <w:b w:val="0"/>
                <w:bCs/>
                <w:color w:val="E14D16"/>
              </w:rPr>
              <w:t>Lot 6 (/ 2 points)</w:t>
            </w:r>
            <w:r>
              <w:rPr>
                <w:rFonts w:asciiTheme="majorHAnsi" w:hAnsiTheme="majorHAnsi" w:cstheme="majorHAnsi"/>
                <w:b w:val="0"/>
                <w:bCs/>
                <w:color w:val="E14D16"/>
              </w:rPr>
              <w:t xml:space="preserve"> 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12B212C9" w14:textId="178F110B" w:rsidR="00782985" w:rsidRPr="00ED14F1" w:rsidRDefault="00782985" w:rsidP="00782985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 w:val="0"/>
                <w:sz w:val="22"/>
                <w:szCs w:val="22"/>
                <w:highlight w:val="green"/>
              </w:rPr>
            </w:pPr>
            <w:r w:rsidRPr="00757F5D">
              <w:rPr>
                <w:bCs w:val="0"/>
                <w:iCs w:val="0"/>
                <w:lang w:eastAsia="en-US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57F5D">
              <w:rPr>
                <w:lang w:eastAsia="en-US"/>
              </w:rPr>
              <w:instrText xml:space="preserve"> FORMTEXT </w:instrText>
            </w:r>
            <w:r w:rsidRPr="00757F5D">
              <w:rPr>
                <w:bCs w:val="0"/>
                <w:iCs w:val="0"/>
                <w:lang w:eastAsia="en-US"/>
              </w:rPr>
            </w:r>
            <w:r w:rsidRPr="00757F5D">
              <w:rPr>
                <w:bCs w:val="0"/>
                <w:iCs w:val="0"/>
                <w:lang w:eastAsia="en-US"/>
              </w:rPr>
              <w:fldChar w:fldCharType="separate"/>
            </w:r>
            <w:r w:rsidRPr="00757F5D">
              <w:rPr>
                <w:lang w:eastAsia="en-US"/>
              </w:rPr>
              <w:t>.................................</w:t>
            </w:r>
            <w:r w:rsidRPr="00757F5D">
              <w:rPr>
                <w:bCs w:val="0"/>
                <w:iCs w:val="0"/>
                <w:lang w:eastAsia="en-US"/>
              </w:rPr>
              <w:fldChar w:fldCharType="end"/>
            </w:r>
          </w:p>
        </w:tc>
      </w:tr>
      <w:tr w:rsidR="00782985" w:rsidRPr="00F20AB9" w14:paraId="078DD9D1" w14:textId="2F9C0B61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  <w:vAlign w:val="center"/>
          </w:tcPr>
          <w:p w14:paraId="1702D996" w14:textId="77777777" w:rsidR="00782985" w:rsidRPr="00693A99" w:rsidRDefault="00782985" w:rsidP="00782985">
            <w:pPr>
              <w:pStyle w:val="TextecourantENSdeLyon"/>
              <w:rPr>
                <w:rFonts w:cs="Arial"/>
                <w:bCs/>
                <w:i/>
              </w:rPr>
            </w:pPr>
            <w:r w:rsidRPr="00693A99">
              <w:rPr>
                <w:rFonts w:cs="Arial"/>
                <w:b w:val="0"/>
                <w:iCs/>
              </w:rPr>
              <w:t>Moyens humains mis en place pour assurer la production des documents d’exécution à charge de l’opérateur économique dans les délais imposés par le planning de réalisation</w:t>
            </w:r>
          </w:p>
          <w:p w14:paraId="634FCD8F" w14:textId="636219E5" w:rsidR="00782985" w:rsidRPr="001117F3" w:rsidRDefault="00782985" w:rsidP="00782985">
            <w:pPr>
              <w:pStyle w:val="TextecourantENSdeLyon"/>
              <w:rPr>
                <w:rFonts w:asciiTheme="majorHAnsi" w:hAnsiTheme="majorHAnsi" w:cstheme="majorHAnsi"/>
                <w:b w:val="0"/>
                <w:bCs/>
                <w:iCs/>
                <w:color w:val="0070C0"/>
                <w:sz w:val="22"/>
                <w:szCs w:val="22"/>
                <w:highlight w:val="yellow"/>
              </w:rPr>
            </w:pPr>
            <w:r w:rsidRPr="00693A99">
              <w:rPr>
                <w:rFonts w:asciiTheme="majorHAnsi" w:hAnsiTheme="majorHAnsi" w:cstheme="majorHAnsi"/>
                <w:b w:val="0"/>
                <w:bCs/>
                <w:color w:val="E14D16"/>
              </w:rPr>
              <w:t>(/ 2 points)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106D4EC0" w14:textId="5FB17303" w:rsidR="00782985" w:rsidRPr="00ED14F1" w:rsidRDefault="00782985" w:rsidP="00782985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 w:val="0"/>
                <w:sz w:val="22"/>
                <w:szCs w:val="22"/>
                <w:highlight w:val="green"/>
              </w:rPr>
            </w:pPr>
            <w:r w:rsidRPr="00757F5D">
              <w:rPr>
                <w:bCs w:val="0"/>
                <w:iCs w:val="0"/>
                <w:lang w:eastAsia="en-US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57F5D">
              <w:rPr>
                <w:lang w:eastAsia="en-US"/>
              </w:rPr>
              <w:instrText xml:space="preserve"> FORMTEXT </w:instrText>
            </w:r>
            <w:r w:rsidRPr="00757F5D">
              <w:rPr>
                <w:bCs w:val="0"/>
                <w:iCs w:val="0"/>
                <w:lang w:eastAsia="en-US"/>
              </w:rPr>
            </w:r>
            <w:r w:rsidRPr="00757F5D">
              <w:rPr>
                <w:bCs w:val="0"/>
                <w:iCs w:val="0"/>
                <w:lang w:eastAsia="en-US"/>
              </w:rPr>
              <w:fldChar w:fldCharType="separate"/>
            </w:r>
            <w:r w:rsidRPr="00757F5D">
              <w:rPr>
                <w:lang w:eastAsia="en-US"/>
              </w:rPr>
              <w:t>.................................</w:t>
            </w:r>
            <w:r w:rsidRPr="00757F5D">
              <w:rPr>
                <w:bCs w:val="0"/>
                <w:iCs w:val="0"/>
                <w:lang w:eastAsia="en-US"/>
              </w:rPr>
              <w:fldChar w:fldCharType="end"/>
            </w:r>
          </w:p>
        </w:tc>
      </w:tr>
      <w:bookmarkEnd w:id="0"/>
    </w:tbl>
    <w:p w14:paraId="4FF31819" w14:textId="2CA1A639" w:rsidR="001117F3" w:rsidRDefault="001117F3">
      <w:pPr>
        <w:rPr>
          <w:highlight w:val="cyan"/>
        </w:rPr>
      </w:pPr>
    </w:p>
    <w:p w14:paraId="50729087" w14:textId="77777777" w:rsidR="001117F3" w:rsidRDefault="001117F3">
      <w:pPr>
        <w:rPr>
          <w:highlight w:val="cyan"/>
        </w:rPr>
      </w:pPr>
      <w:r>
        <w:rPr>
          <w:highlight w:val="cyan"/>
        </w:rPr>
        <w:br w:type="page"/>
      </w:r>
    </w:p>
    <w:p w14:paraId="4C7481BA" w14:textId="77777777" w:rsidR="00BB06D6" w:rsidRDefault="00BB06D6">
      <w:pPr>
        <w:rPr>
          <w:highlight w:val="cyan"/>
        </w:rPr>
      </w:pP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943"/>
        <w:gridCol w:w="6107"/>
      </w:tblGrid>
      <w:tr w:rsidR="00D069EE" w:rsidRPr="00D069EE" w14:paraId="021C56CC" w14:textId="77777777" w:rsidTr="00023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7D10A1CE" w14:textId="0E0D38DC" w:rsidR="00D069EE" w:rsidRPr="00084D68" w:rsidRDefault="00D069EE" w:rsidP="00D069EE">
            <w:pPr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</w:pPr>
            <w:r w:rsidRPr="00084D68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Item </w:t>
            </w:r>
            <w:r w:rsidR="00C71C79" w:rsidRPr="00084D68">
              <w:rPr>
                <w:rFonts w:asciiTheme="majorHAnsi" w:hAnsiTheme="majorHAnsi" w:cstheme="majorHAnsi"/>
                <w:i w:val="0"/>
                <w:color w:val="FFFFFF" w:themeColor="background1"/>
              </w:rPr>
              <w:t>4</w:t>
            </w:r>
            <w:r w:rsidRPr="00084D68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 : </w:t>
            </w:r>
            <w:r w:rsidRPr="00084D68">
              <w:rPr>
                <w:rFonts w:asciiTheme="majorHAnsi" w:hAnsiTheme="majorHAnsi" w:cstheme="majorHAnsi"/>
                <w:i w:val="0"/>
                <w:color w:val="FFFFFF" w:themeColor="background1"/>
              </w:rPr>
              <w:t>Qualité des matériaux mis en place</w:t>
            </w:r>
            <w:r w:rsidRPr="00084D68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 </w:t>
            </w:r>
            <w:r w:rsidRPr="00084D68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>(/</w:t>
            </w:r>
            <w:r w:rsidRPr="00084D68">
              <w:rPr>
                <w:rFonts w:asciiTheme="majorHAnsi" w:eastAsia="Arial" w:hAnsiTheme="majorHAnsi" w:cstheme="majorHAnsi"/>
                <w:i w:val="0"/>
                <w:color w:val="FFFFFF" w:themeColor="background1"/>
              </w:rPr>
              <w:t>10</w:t>
            </w:r>
            <w:r w:rsidRPr="00084D68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 xml:space="preserve"> points)</w:t>
            </w:r>
          </w:p>
        </w:tc>
      </w:tr>
      <w:tr w:rsidR="00782985" w:rsidRPr="00D069EE" w14:paraId="6F875D88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49583A4C" w14:textId="77777777" w:rsidR="00693A99" w:rsidRPr="00693A99" w:rsidRDefault="00693A99" w:rsidP="00693A99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</w:pP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Description de la gestion de la qualité générale de ses travaux (autocontrôle, mode de réception des supports…)</w:t>
            </w:r>
          </w:p>
          <w:p w14:paraId="58C14FBF" w14:textId="77777777" w:rsidR="00693A99" w:rsidRPr="00693A99" w:rsidRDefault="00693A99" w:rsidP="00693A99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</w:pP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Joindre des documents en exemple (PAQ…) - Moyens mis en œuvre pour assurer et contrôler les levées de réserves en OPR et réception)</w:t>
            </w:r>
          </w:p>
          <w:p w14:paraId="0B1D3FEF" w14:textId="77777777" w:rsidR="00693A99" w:rsidRPr="00210CB6" w:rsidRDefault="00693A99" w:rsidP="00693A99">
            <w:pPr>
              <w:pStyle w:val="TextecourantENSdeLyon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693A99">
              <w:rPr>
                <w:rFonts w:asciiTheme="majorHAnsi" w:hAnsiTheme="majorHAnsi" w:cstheme="majorHAnsi"/>
                <w:b w:val="0"/>
              </w:rPr>
              <w:t>Joindre les fiches techniques / rapport d’essai et contrôle …</w:t>
            </w:r>
          </w:p>
          <w:p w14:paraId="5C2C55E1" w14:textId="6C2DC44E" w:rsidR="00782985" w:rsidRPr="00143958" w:rsidRDefault="00782985" w:rsidP="00782985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</w:pPr>
            <w:r w:rsidRPr="00143958">
              <w:rPr>
                <w:rFonts w:asciiTheme="majorHAnsi" w:hAnsiTheme="majorHAnsi" w:cstheme="majorHAnsi"/>
                <w:i w:val="0"/>
                <w:iCs w:val="0"/>
                <w:color w:val="E14D16"/>
              </w:rPr>
              <w:t>Lots 1 à 5 et</w:t>
            </w:r>
            <w:r w:rsidRPr="00143958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 xml:space="preserve"> 7 (/ 10 points)</w:t>
            </w:r>
          </w:p>
          <w:p w14:paraId="24441E41" w14:textId="0ECB0E8C" w:rsidR="00782985" w:rsidRPr="00143958" w:rsidRDefault="00782985" w:rsidP="00782985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143958">
              <w:rPr>
                <w:rFonts w:asciiTheme="majorHAnsi" w:hAnsiTheme="majorHAnsi" w:cstheme="majorHAnsi"/>
                <w:i w:val="0"/>
                <w:iCs w:val="0"/>
                <w:color w:val="E14D16"/>
              </w:rPr>
              <w:t>Lot 6</w:t>
            </w:r>
            <w:r w:rsidRPr="00143958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 xml:space="preserve"> (/ 4 points)</w:t>
            </w:r>
          </w:p>
        </w:tc>
        <w:tc>
          <w:tcPr>
            <w:tcW w:w="6107" w:type="dxa"/>
            <w:shd w:val="clear" w:color="auto" w:fill="FBD4B4" w:themeFill="accent6" w:themeFillTint="66"/>
          </w:tcPr>
          <w:p w14:paraId="64496A7E" w14:textId="3764B040" w:rsidR="00782985" w:rsidRPr="00D069EE" w:rsidRDefault="00782985" w:rsidP="0078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2"/>
              </w:rPr>
            </w:pPr>
            <w:r w:rsidRPr="00E37647">
              <w:rPr>
                <w:rFonts w:asciiTheme="minorHAnsi" w:hAnsiTheme="minorHAnsi" w:cstheme="min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37647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E37647">
              <w:rPr>
                <w:rFonts w:asciiTheme="minorHAnsi" w:hAnsiTheme="minorHAnsi" w:cstheme="minorHAnsi"/>
                <w:bCs/>
                <w:iCs/>
              </w:rPr>
            </w:r>
            <w:r w:rsidRPr="00E37647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E37647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E37647">
              <w:rPr>
                <w:rFonts w:asciiTheme="minorHAnsi" w:hAnsiTheme="minorHAnsi" w:cstheme="minorHAnsi"/>
                <w:bCs/>
                <w:iCs/>
              </w:rPr>
              <w:fldChar w:fldCharType="end"/>
            </w:r>
          </w:p>
        </w:tc>
      </w:tr>
      <w:tr w:rsidR="00782985" w:rsidRPr="00D069EE" w14:paraId="0A81421E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2C2FEC59" w14:textId="0ED7FDF4" w:rsidR="00782985" w:rsidRPr="00693A99" w:rsidRDefault="00782985" w:rsidP="00782985">
            <w:pPr>
              <w:pStyle w:val="TextecourantENSdeLyon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693A99">
              <w:rPr>
                <w:rFonts w:asciiTheme="majorHAnsi" w:hAnsiTheme="majorHAnsi" w:cstheme="majorHAnsi"/>
                <w:b w:val="0"/>
              </w:rPr>
              <w:t xml:space="preserve">Description spécifique pour </w:t>
            </w:r>
          </w:p>
          <w:p w14:paraId="2E4CF5A0" w14:textId="538D8F46" w:rsidR="00782985" w:rsidRPr="00693A99" w:rsidRDefault="00782985" w:rsidP="00782985">
            <w:pPr>
              <w:pStyle w:val="TextecourantENSdeLyon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693A99">
              <w:rPr>
                <w:rFonts w:asciiTheme="majorHAnsi" w:hAnsiTheme="majorHAnsi" w:cstheme="majorHAnsi"/>
                <w:bCs/>
              </w:rPr>
              <w:t>Lot 6</w:t>
            </w:r>
            <w:r w:rsidRPr="00693A99">
              <w:rPr>
                <w:rFonts w:asciiTheme="majorHAnsi" w:hAnsiTheme="majorHAnsi" w:cstheme="majorHAnsi"/>
                <w:b w:val="0"/>
              </w:rPr>
              <w:t xml:space="preserve"> la CTA </w:t>
            </w:r>
          </w:p>
          <w:p w14:paraId="7B22FDB3" w14:textId="4C7DA364" w:rsidR="00782985" w:rsidRPr="00693A99" w:rsidRDefault="00782985" w:rsidP="00782985">
            <w:pPr>
              <w:pStyle w:val="TextecourantENSdeLyon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693A99">
              <w:rPr>
                <w:rFonts w:asciiTheme="majorHAnsi" w:hAnsiTheme="majorHAnsi" w:cstheme="majorHAnsi"/>
                <w:b w:val="0"/>
              </w:rPr>
              <w:t>(Joindre la fiche technique)</w:t>
            </w:r>
          </w:p>
          <w:p w14:paraId="4D671F60" w14:textId="65C1CF67" w:rsidR="00782985" w:rsidRPr="00693A99" w:rsidRDefault="00782985" w:rsidP="00782985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</w:pP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>(/ 2 points)</w:t>
            </w:r>
          </w:p>
        </w:tc>
        <w:tc>
          <w:tcPr>
            <w:tcW w:w="6107" w:type="dxa"/>
            <w:shd w:val="clear" w:color="auto" w:fill="FBD4B4" w:themeFill="accent6" w:themeFillTint="66"/>
          </w:tcPr>
          <w:p w14:paraId="082B91B3" w14:textId="2CCA601E" w:rsidR="00782985" w:rsidRPr="00D069EE" w:rsidRDefault="00782985" w:rsidP="0078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iCs/>
              </w:rPr>
            </w:pPr>
            <w:r w:rsidRPr="00E37647">
              <w:rPr>
                <w:rFonts w:asciiTheme="minorHAnsi" w:hAnsiTheme="minorHAnsi" w:cstheme="min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37647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E37647">
              <w:rPr>
                <w:rFonts w:asciiTheme="minorHAnsi" w:hAnsiTheme="minorHAnsi" w:cstheme="minorHAnsi"/>
                <w:bCs/>
                <w:iCs/>
              </w:rPr>
            </w:r>
            <w:r w:rsidRPr="00E37647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E37647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E37647">
              <w:rPr>
                <w:rFonts w:asciiTheme="minorHAnsi" w:hAnsiTheme="minorHAnsi" w:cstheme="minorHAnsi"/>
                <w:bCs/>
                <w:iCs/>
              </w:rPr>
              <w:fldChar w:fldCharType="end"/>
            </w:r>
          </w:p>
        </w:tc>
      </w:tr>
      <w:tr w:rsidR="00782985" w:rsidRPr="00D069EE" w14:paraId="0E60F02A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71CAE464" w14:textId="77777777" w:rsidR="00782985" w:rsidRPr="00693A99" w:rsidRDefault="00782985" w:rsidP="00782985">
            <w:pPr>
              <w:pStyle w:val="TextecourantENSdeLyon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693A99">
              <w:rPr>
                <w:rFonts w:asciiTheme="majorHAnsi" w:hAnsiTheme="majorHAnsi" w:cstheme="majorHAnsi"/>
                <w:b w:val="0"/>
              </w:rPr>
              <w:t xml:space="preserve">Description spécifique pour </w:t>
            </w:r>
          </w:p>
          <w:p w14:paraId="10495B62" w14:textId="41B79CB3" w:rsidR="00782985" w:rsidRPr="00693A99" w:rsidRDefault="00782985" w:rsidP="00782985">
            <w:pPr>
              <w:pStyle w:val="TextecourantENSdeLyon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693A99">
              <w:rPr>
                <w:rFonts w:asciiTheme="majorHAnsi" w:hAnsiTheme="majorHAnsi" w:cstheme="majorHAnsi"/>
                <w:bCs/>
                <w:color w:val="E14D16"/>
              </w:rPr>
              <w:t>Lot 6</w:t>
            </w:r>
            <w:r w:rsidRPr="00693A99">
              <w:rPr>
                <w:rFonts w:asciiTheme="majorHAnsi" w:hAnsiTheme="majorHAnsi" w:cstheme="majorHAnsi"/>
                <w:b w:val="0"/>
              </w:rPr>
              <w:t xml:space="preserve"> l’extracteur</w:t>
            </w:r>
          </w:p>
          <w:p w14:paraId="69436ACF" w14:textId="77777777" w:rsidR="00782985" w:rsidRPr="00693A99" w:rsidRDefault="00782985" w:rsidP="00782985">
            <w:pPr>
              <w:pStyle w:val="TextecourantENSdeLyon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693A99">
              <w:rPr>
                <w:rFonts w:asciiTheme="majorHAnsi" w:hAnsiTheme="majorHAnsi" w:cstheme="majorHAnsi"/>
                <w:b w:val="0"/>
              </w:rPr>
              <w:t xml:space="preserve">(Joindre la fiche technique </w:t>
            </w:r>
          </w:p>
          <w:p w14:paraId="2AE8B9BB" w14:textId="07F3A6F7" w:rsidR="00782985" w:rsidRPr="00693A99" w:rsidRDefault="00782985" w:rsidP="00693A99">
            <w:pPr>
              <w:rPr>
                <w:rFonts w:asciiTheme="majorHAnsi" w:hAnsiTheme="majorHAnsi" w:cstheme="majorHAnsi"/>
                <w:b w:val="0"/>
                <w:i w:val="0"/>
                <w:iCs w:val="0"/>
              </w:rPr>
            </w:pP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>(/ 2 points)</w:t>
            </w:r>
            <w:r w:rsidRPr="00693A99">
              <w:rPr>
                <w:rFonts w:asciiTheme="majorHAnsi" w:hAnsiTheme="majorHAnsi" w:cstheme="majorHAnsi"/>
                <w:b w:val="0"/>
              </w:rPr>
              <w:t xml:space="preserve"> </w:t>
            </w:r>
          </w:p>
        </w:tc>
        <w:tc>
          <w:tcPr>
            <w:tcW w:w="6107" w:type="dxa"/>
            <w:shd w:val="clear" w:color="auto" w:fill="FBD4B4" w:themeFill="accent6" w:themeFillTint="66"/>
          </w:tcPr>
          <w:p w14:paraId="3D29F9CD" w14:textId="6AD622B5" w:rsidR="00782985" w:rsidRPr="00D069EE" w:rsidRDefault="00782985" w:rsidP="0078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iCs/>
              </w:rPr>
            </w:pPr>
            <w:r w:rsidRPr="00E37647">
              <w:rPr>
                <w:rFonts w:asciiTheme="minorHAnsi" w:hAnsiTheme="minorHAnsi" w:cstheme="min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37647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E37647">
              <w:rPr>
                <w:rFonts w:asciiTheme="minorHAnsi" w:hAnsiTheme="minorHAnsi" w:cstheme="minorHAnsi"/>
                <w:bCs/>
                <w:iCs/>
              </w:rPr>
            </w:r>
            <w:r w:rsidRPr="00E37647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E37647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E37647">
              <w:rPr>
                <w:rFonts w:asciiTheme="minorHAnsi" w:hAnsiTheme="minorHAnsi" w:cstheme="minorHAnsi"/>
                <w:bCs/>
                <w:iCs/>
              </w:rPr>
              <w:fldChar w:fldCharType="end"/>
            </w:r>
          </w:p>
        </w:tc>
      </w:tr>
      <w:tr w:rsidR="00782985" w:rsidRPr="00D069EE" w14:paraId="6AE808AD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758C821D" w14:textId="77777777" w:rsidR="00782985" w:rsidRPr="00693A99" w:rsidRDefault="00782985" w:rsidP="00782985">
            <w:pPr>
              <w:pStyle w:val="TextecourantENSdeLyon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693A99">
              <w:rPr>
                <w:rFonts w:asciiTheme="majorHAnsi" w:hAnsiTheme="majorHAnsi" w:cstheme="majorHAnsi"/>
                <w:b w:val="0"/>
              </w:rPr>
              <w:t>Description spécifique pour</w:t>
            </w:r>
          </w:p>
          <w:p w14:paraId="7ACDF2E8" w14:textId="0EF55266" w:rsidR="00782985" w:rsidRPr="00693A99" w:rsidRDefault="00782985" w:rsidP="00782985">
            <w:pPr>
              <w:pStyle w:val="TextecourantENSdeLyon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693A99">
              <w:rPr>
                <w:rFonts w:asciiTheme="majorHAnsi" w:hAnsiTheme="majorHAnsi" w:cstheme="majorHAnsi"/>
                <w:bCs/>
                <w:color w:val="E14D16"/>
              </w:rPr>
              <w:t>Lot 6</w:t>
            </w:r>
            <w:r w:rsidRPr="00693A99">
              <w:rPr>
                <w:rFonts w:asciiTheme="majorHAnsi" w:hAnsiTheme="majorHAnsi" w:cstheme="majorHAnsi"/>
                <w:b w:val="0"/>
              </w:rPr>
              <w:t xml:space="preserve"> le groupe froid</w:t>
            </w:r>
          </w:p>
          <w:p w14:paraId="49ECB29B" w14:textId="77777777" w:rsidR="00782985" w:rsidRPr="00693A99" w:rsidRDefault="00782985" w:rsidP="00782985">
            <w:pPr>
              <w:pStyle w:val="TextecourantENSdeLyon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693A99">
              <w:rPr>
                <w:rFonts w:asciiTheme="majorHAnsi" w:hAnsiTheme="majorHAnsi" w:cstheme="majorHAnsi"/>
                <w:b w:val="0"/>
              </w:rPr>
              <w:t xml:space="preserve">(Joindre la fiche technique </w:t>
            </w:r>
          </w:p>
          <w:p w14:paraId="06B603D2" w14:textId="63C239EB" w:rsidR="00782985" w:rsidRPr="00693A99" w:rsidRDefault="00782985" w:rsidP="00693A99">
            <w:pPr>
              <w:rPr>
                <w:rFonts w:asciiTheme="majorHAnsi" w:hAnsiTheme="majorHAnsi" w:cstheme="majorHAnsi"/>
                <w:b w:val="0"/>
              </w:rPr>
            </w:pP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>(/ 2 points)</w:t>
            </w:r>
          </w:p>
        </w:tc>
        <w:tc>
          <w:tcPr>
            <w:tcW w:w="6107" w:type="dxa"/>
            <w:shd w:val="clear" w:color="auto" w:fill="FBD4B4" w:themeFill="accent6" w:themeFillTint="66"/>
          </w:tcPr>
          <w:p w14:paraId="0FBD440B" w14:textId="33FE625B" w:rsidR="00782985" w:rsidRPr="00D069EE" w:rsidRDefault="00782985" w:rsidP="0078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iCs/>
              </w:rPr>
            </w:pPr>
            <w:r w:rsidRPr="00E37647">
              <w:rPr>
                <w:rFonts w:asciiTheme="minorHAnsi" w:hAnsiTheme="minorHAnsi" w:cstheme="min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37647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E37647">
              <w:rPr>
                <w:rFonts w:asciiTheme="minorHAnsi" w:hAnsiTheme="minorHAnsi" w:cstheme="minorHAnsi"/>
                <w:bCs/>
                <w:iCs/>
              </w:rPr>
            </w:r>
            <w:r w:rsidRPr="00E37647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E37647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E37647">
              <w:rPr>
                <w:rFonts w:asciiTheme="minorHAnsi" w:hAnsiTheme="minorHAnsi" w:cstheme="minorHAnsi"/>
                <w:bCs/>
                <w:iCs/>
              </w:rPr>
              <w:fldChar w:fldCharType="end"/>
            </w:r>
          </w:p>
        </w:tc>
      </w:tr>
    </w:tbl>
    <w:p w14:paraId="7B0E1243" w14:textId="65DF8D1F" w:rsidR="00D069EE" w:rsidRPr="00D15E97" w:rsidRDefault="00D069EE">
      <w:pPr>
        <w:rPr>
          <w:highlight w:val="yellow"/>
        </w:rPr>
      </w:pP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943"/>
        <w:gridCol w:w="6107"/>
      </w:tblGrid>
      <w:tr w:rsidR="00D069EE" w:rsidRPr="00D069EE" w14:paraId="55BA1689" w14:textId="77777777" w:rsidTr="00023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7B7F179F" w14:textId="1AC5ED52" w:rsidR="00D069EE" w:rsidRPr="00D069EE" w:rsidRDefault="00D069EE" w:rsidP="00D069EE">
            <w:pPr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</w:pPr>
            <w:r w:rsidRPr="00D069EE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Item </w:t>
            </w:r>
            <w:r w:rsidR="00C71C79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>5</w:t>
            </w:r>
            <w:r w:rsidRPr="00D069EE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 : Méthodologies techniques </w:t>
            </w:r>
            <w:r w:rsidRPr="00084D68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>(/</w:t>
            </w:r>
            <w:r w:rsidRPr="00084D68">
              <w:rPr>
                <w:rFonts w:asciiTheme="majorHAnsi" w:eastAsia="Arial" w:hAnsiTheme="majorHAnsi" w:cstheme="majorHAnsi"/>
                <w:i w:val="0"/>
                <w:color w:val="FFFFFF" w:themeColor="background1"/>
              </w:rPr>
              <w:t>20</w:t>
            </w:r>
            <w:r w:rsidRPr="00084D68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 xml:space="preserve"> points)</w:t>
            </w:r>
          </w:p>
        </w:tc>
      </w:tr>
      <w:tr w:rsidR="00D069EE" w:rsidRPr="00D069EE" w14:paraId="1B141543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3DB03CF0" w14:textId="406C6E08" w:rsidR="00C71C79" w:rsidRPr="00693A99" w:rsidRDefault="00ED14F1" w:rsidP="00693A99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</w:pP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Méthodologie pour</w:t>
            </w:r>
            <w:r w:rsidR="00D069EE"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 xml:space="preserve"> l’intégralité des phases travaux</w:t>
            </w:r>
            <w:r w:rsidR="00782985"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 xml:space="preserve"> </w:t>
            </w:r>
          </w:p>
          <w:p w14:paraId="0E68115A" w14:textId="44F63001" w:rsidR="00D069EE" w:rsidRPr="00A13E36" w:rsidRDefault="00C71C79" w:rsidP="00D069EE">
            <w:pPr>
              <w:rPr>
                <w:rFonts w:asciiTheme="majorHAnsi" w:hAnsiTheme="majorHAnsi" w:cstheme="majorHAnsi"/>
                <w:b w:val="0"/>
                <w:bCs w:val="0"/>
                <w:iCs w:val="0"/>
                <w:color w:val="E14D16"/>
                <w:szCs w:val="22"/>
              </w:rPr>
            </w:pP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>Lot</w:t>
            </w:r>
            <w:r w:rsidR="009E24DB"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</w:t>
            </w: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1 </w:t>
            </w:r>
            <w:r w:rsidR="00DA2042"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>et 7</w:t>
            </w:r>
            <w:r w:rsidR="00DA2042" w:rsidRPr="00A13E36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  <w:t xml:space="preserve"> </w:t>
            </w:r>
            <w:r w:rsidR="00D069EE" w:rsidRPr="00A13E36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="00D069EE" w:rsidRPr="00A13E36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>10</w:t>
            </w:r>
            <w:r w:rsidR="00D069EE" w:rsidRPr="00A13E36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  <w:p w14:paraId="3856C790" w14:textId="77777777" w:rsidR="00C71C79" w:rsidRPr="00A13E36" w:rsidRDefault="00C71C79" w:rsidP="00D069EE">
            <w:pPr>
              <w:rPr>
                <w:rFonts w:asciiTheme="majorHAnsi" w:hAnsiTheme="majorHAnsi" w:cstheme="majorHAnsi"/>
                <w:b w:val="0"/>
                <w:bCs w:val="0"/>
                <w:iCs w:val="0"/>
                <w:color w:val="E14D16"/>
                <w:szCs w:val="22"/>
              </w:rPr>
            </w:pPr>
            <w:r w:rsidRPr="00A13E36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>Lot</w:t>
            </w:r>
            <w:r w:rsidR="00ED14F1" w:rsidRPr="00A13E36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</w:t>
            </w:r>
            <w:r w:rsidRPr="00A13E36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2 </w:t>
            </w:r>
            <w:r w:rsidR="00ED14F1" w:rsidRPr="00A13E36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et 3 </w:t>
            </w:r>
            <w:r w:rsidRPr="00A13E36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A13E36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</w:rPr>
              <w:t>7</w:t>
            </w:r>
            <w:r w:rsidRPr="00A13E36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  <w:p w14:paraId="194E95FD" w14:textId="77777777" w:rsidR="00ED14F1" w:rsidRPr="00693A99" w:rsidRDefault="00ED14F1" w:rsidP="00D069EE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  <w:szCs w:val="22"/>
              </w:rPr>
            </w:pP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  <w:szCs w:val="22"/>
              </w:rPr>
              <w:t xml:space="preserve">Lot 4 et 5 (/ </w:t>
            </w: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>20</w:t>
            </w: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  <w:szCs w:val="22"/>
              </w:rPr>
              <w:t xml:space="preserve"> points)</w:t>
            </w:r>
          </w:p>
          <w:p w14:paraId="0950CF53" w14:textId="411DF403" w:rsidR="00753B98" w:rsidRPr="00A13E36" w:rsidRDefault="00753B98" w:rsidP="00D069EE">
            <w:pPr>
              <w:rPr>
                <w:rFonts w:asciiTheme="majorHAnsi" w:hAnsiTheme="majorHAnsi" w:cstheme="majorHAnsi"/>
                <w:b w:val="0"/>
                <w:bCs w:val="0"/>
                <w:iCs w:val="0"/>
                <w:color w:val="E14D16"/>
                <w:szCs w:val="22"/>
              </w:rPr>
            </w:pP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  <w:szCs w:val="22"/>
              </w:rPr>
              <w:t>Lot 6 (/18 points)</w:t>
            </w:r>
          </w:p>
        </w:tc>
        <w:tc>
          <w:tcPr>
            <w:tcW w:w="6107" w:type="dxa"/>
            <w:shd w:val="clear" w:color="auto" w:fill="FBD4B4" w:themeFill="accent6" w:themeFillTint="66"/>
          </w:tcPr>
          <w:p w14:paraId="7C2E6636" w14:textId="1F6177EE" w:rsidR="00D069EE" w:rsidRPr="00D069EE" w:rsidRDefault="00782985" w:rsidP="00D069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iCs/>
              </w:rPr>
            </w:pP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782985">
              <w:rPr>
                <w:rFonts w:asciiTheme="minorHAnsi" w:hAnsiTheme="minorHAnsi" w:cstheme="minorHAnsi"/>
                <w:bCs/>
                <w:iCs/>
              </w:rPr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end"/>
            </w:r>
          </w:p>
        </w:tc>
      </w:tr>
      <w:tr w:rsidR="00D069EE" w:rsidRPr="00D069EE" w14:paraId="780320BD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7CED0BAF" w14:textId="7CA9A907" w:rsidR="00C71C79" w:rsidRPr="00A13E36" w:rsidRDefault="00D069EE" w:rsidP="00C71C79">
            <w:pPr>
              <w:rPr>
                <w:rFonts w:asciiTheme="majorHAnsi" w:hAnsiTheme="majorHAnsi" w:cstheme="majorHAnsi"/>
                <w:b w:val="0"/>
                <w:bCs w:val="0"/>
                <w:color w:val="0070C0"/>
              </w:rPr>
            </w:pPr>
            <w:r w:rsidRPr="00A13E36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 xml:space="preserve">Méthodologie </w:t>
            </w:r>
            <w:r w:rsidR="00ED14F1"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spécifique pour</w:t>
            </w:r>
          </w:p>
          <w:p w14:paraId="3335C33F" w14:textId="55A78570" w:rsidR="00D069EE" w:rsidRPr="00693A99" w:rsidRDefault="00C71C79" w:rsidP="00D069EE">
            <w:pPr>
              <w:rPr>
                <w:rFonts w:asciiTheme="majorHAnsi" w:hAnsiTheme="majorHAnsi" w:cstheme="majorHAnsi"/>
                <w:b w:val="0"/>
                <w:bCs w:val="0"/>
                <w:i w:val="0"/>
              </w:rPr>
            </w:pPr>
            <w:r w:rsidRPr="00A13E36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</w:rPr>
              <w:t xml:space="preserve">Lot1 : </w:t>
            </w: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</w:rPr>
              <w:t xml:space="preserve">la préparation de la plateforme </w:t>
            </w:r>
            <w:r w:rsidR="00D069EE"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</w:rPr>
              <w:t>(/ 5 points</w:t>
            </w:r>
            <w:r w:rsidR="00D069EE" w:rsidRPr="00693A99">
              <w:rPr>
                <w:rFonts w:asciiTheme="majorHAnsi" w:hAnsiTheme="majorHAnsi" w:cstheme="majorHAnsi"/>
                <w:b w:val="0"/>
                <w:bCs w:val="0"/>
                <w:i w:val="0"/>
              </w:rPr>
              <w:t>)</w:t>
            </w:r>
          </w:p>
          <w:p w14:paraId="2DD2FE0A" w14:textId="58C4A833" w:rsidR="00C71C79" w:rsidRPr="00A13E36" w:rsidRDefault="00C71C79" w:rsidP="00C71C79">
            <w:pPr>
              <w:pStyle w:val="TextecourantENSdeLyon"/>
              <w:rPr>
                <w:rFonts w:asciiTheme="majorHAnsi" w:hAnsiTheme="majorHAnsi" w:cstheme="majorHAnsi"/>
                <w:b w:val="0"/>
                <w:iCs/>
                <w:color w:val="E14D16"/>
              </w:rPr>
            </w:pPr>
            <w:r w:rsidRPr="00A13E36">
              <w:rPr>
                <w:rFonts w:asciiTheme="majorHAnsi" w:hAnsiTheme="majorHAnsi" w:cstheme="majorHAnsi"/>
                <w:b w:val="0"/>
                <w:iCs/>
                <w:color w:val="E14D16"/>
              </w:rPr>
              <w:t xml:space="preserve">Lot 2 : </w:t>
            </w:r>
            <w:r w:rsidRPr="00693A99">
              <w:rPr>
                <w:rFonts w:asciiTheme="majorHAnsi" w:hAnsiTheme="majorHAnsi" w:cstheme="majorHAnsi"/>
                <w:b w:val="0"/>
                <w:iCs/>
              </w:rPr>
              <w:t xml:space="preserve">la mise en place de la dalle désolidarisée </w:t>
            </w:r>
            <w:r w:rsidRPr="00A13E36">
              <w:rPr>
                <w:rFonts w:asciiTheme="majorHAnsi" w:hAnsiTheme="majorHAnsi" w:cstheme="majorHAnsi"/>
                <w:b w:val="0"/>
                <w:iCs/>
                <w:color w:val="E14D16"/>
              </w:rPr>
              <w:t>(/ 10 points)</w:t>
            </w:r>
          </w:p>
          <w:p w14:paraId="337C9A8C" w14:textId="76A349D9" w:rsidR="00ED14F1" w:rsidRPr="00A13E36" w:rsidRDefault="00ED14F1" w:rsidP="00ED14F1">
            <w:pPr>
              <w:pStyle w:val="TextecourantENSdeLyon"/>
              <w:rPr>
                <w:rFonts w:asciiTheme="majorHAnsi" w:hAnsiTheme="majorHAnsi" w:cstheme="majorHAnsi"/>
                <w:b w:val="0"/>
                <w:iCs/>
                <w:color w:val="E14D16"/>
              </w:rPr>
            </w:pPr>
            <w:r w:rsidRPr="00A13E36">
              <w:rPr>
                <w:rFonts w:asciiTheme="majorHAnsi" w:hAnsiTheme="majorHAnsi" w:cstheme="majorHAnsi"/>
                <w:b w:val="0"/>
                <w:iCs/>
                <w:color w:val="E14D16"/>
              </w:rPr>
              <w:t xml:space="preserve">Lot 3 : </w:t>
            </w:r>
            <w:r w:rsidR="004B7AAF" w:rsidRPr="00693A99">
              <w:rPr>
                <w:rFonts w:asciiTheme="majorHAnsi" w:hAnsiTheme="majorHAnsi" w:cstheme="majorHAnsi"/>
                <w:b w:val="0"/>
                <w:iCs/>
              </w:rPr>
              <w:t>le</w:t>
            </w:r>
            <w:r w:rsidRPr="00693A99">
              <w:rPr>
                <w:rFonts w:asciiTheme="majorHAnsi" w:hAnsiTheme="majorHAnsi" w:cstheme="majorHAnsi"/>
                <w:b w:val="0"/>
                <w:iCs/>
              </w:rPr>
              <w:t xml:space="preserve"> montage de la structure métallique en toiture </w:t>
            </w:r>
            <w:r w:rsidRPr="00A13E36">
              <w:rPr>
                <w:rFonts w:asciiTheme="majorHAnsi" w:hAnsiTheme="majorHAnsi" w:cstheme="majorHAnsi"/>
                <w:b w:val="0"/>
                <w:iCs/>
                <w:color w:val="E14D16"/>
              </w:rPr>
              <w:t>(/ 10 points)</w:t>
            </w:r>
          </w:p>
          <w:p w14:paraId="6973584D" w14:textId="0D5FC2CD" w:rsidR="00753B98" w:rsidRPr="00A13E36" w:rsidRDefault="00753B98" w:rsidP="00753B98">
            <w:pPr>
              <w:pStyle w:val="TextecourantENSdeLyon"/>
              <w:rPr>
                <w:rFonts w:asciiTheme="majorHAnsi" w:hAnsiTheme="majorHAnsi" w:cstheme="majorHAnsi"/>
                <w:b w:val="0"/>
                <w:iCs/>
                <w:color w:val="E14D16"/>
              </w:rPr>
            </w:pPr>
            <w:r w:rsidRPr="00A13E36">
              <w:rPr>
                <w:rFonts w:asciiTheme="majorHAnsi" w:hAnsiTheme="majorHAnsi" w:cstheme="majorHAnsi"/>
                <w:b w:val="0"/>
                <w:iCs/>
                <w:color w:val="E14D16"/>
              </w:rPr>
              <w:t>Lot 6</w:t>
            </w:r>
            <w:r w:rsidR="00DA2042" w:rsidRPr="00A13E36">
              <w:rPr>
                <w:rFonts w:asciiTheme="majorHAnsi" w:hAnsiTheme="majorHAnsi" w:cstheme="majorHAnsi"/>
                <w:b w:val="0"/>
                <w:iCs/>
                <w:color w:val="E14D16"/>
              </w:rPr>
              <w:t xml:space="preserve"> : </w:t>
            </w:r>
            <w:r w:rsidRPr="00693A99">
              <w:rPr>
                <w:rFonts w:asciiTheme="majorHAnsi" w:hAnsiTheme="majorHAnsi" w:cstheme="majorHAnsi"/>
                <w:b w:val="0"/>
                <w:iCs/>
              </w:rPr>
              <w:t xml:space="preserve">Modèle d’un schéma de principe </w:t>
            </w:r>
            <w:r w:rsidRPr="00A13E36">
              <w:rPr>
                <w:rFonts w:asciiTheme="majorHAnsi" w:hAnsiTheme="majorHAnsi" w:cstheme="majorHAnsi"/>
                <w:b w:val="0"/>
                <w:iCs/>
                <w:color w:val="E14D16"/>
              </w:rPr>
              <w:t>(/ 1 point)</w:t>
            </w:r>
          </w:p>
          <w:p w14:paraId="177C9EAA" w14:textId="1D02F550" w:rsidR="00DA2042" w:rsidRPr="00A13E36" w:rsidRDefault="00DA2042" w:rsidP="00DA2042">
            <w:pPr>
              <w:pStyle w:val="TextecourantENSdeLyon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A13E36">
              <w:rPr>
                <w:rFonts w:asciiTheme="majorHAnsi" w:hAnsiTheme="majorHAnsi" w:cstheme="majorHAnsi"/>
                <w:b w:val="0"/>
                <w:iCs/>
                <w:color w:val="E14D16"/>
              </w:rPr>
              <w:t xml:space="preserve">Lot 7 : </w:t>
            </w:r>
            <w:r w:rsidR="004B7AAF" w:rsidRPr="00693A99">
              <w:rPr>
                <w:rFonts w:asciiTheme="majorHAnsi" w:hAnsiTheme="majorHAnsi" w:cstheme="majorHAnsi"/>
                <w:b w:val="0"/>
                <w:iCs/>
              </w:rPr>
              <w:t>le s</w:t>
            </w:r>
            <w:r w:rsidRPr="00693A99">
              <w:rPr>
                <w:rFonts w:asciiTheme="majorHAnsi" w:hAnsiTheme="majorHAnsi" w:cstheme="majorHAnsi"/>
                <w:b w:val="0"/>
                <w:iCs/>
              </w:rPr>
              <w:t xml:space="preserve">chéma électrique avec un automate équivalent </w:t>
            </w:r>
            <w:r w:rsidRPr="00A13E36">
              <w:rPr>
                <w:rFonts w:asciiTheme="majorHAnsi" w:hAnsiTheme="majorHAnsi" w:cstheme="majorHAnsi"/>
                <w:b w:val="0"/>
                <w:iCs/>
                <w:color w:val="E14D16"/>
              </w:rPr>
              <w:t>(/ 3 points</w:t>
            </w:r>
            <w:r w:rsidRPr="00A13E36">
              <w:rPr>
                <w:rFonts w:asciiTheme="majorHAnsi" w:hAnsiTheme="majorHAnsi" w:cstheme="majorHAnsi"/>
                <w:b w:val="0"/>
                <w:color w:val="E14D16"/>
              </w:rPr>
              <w:t>)</w:t>
            </w:r>
          </w:p>
        </w:tc>
        <w:tc>
          <w:tcPr>
            <w:tcW w:w="6107" w:type="dxa"/>
            <w:shd w:val="clear" w:color="auto" w:fill="FBD4B4" w:themeFill="accent6" w:themeFillTint="66"/>
          </w:tcPr>
          <w:p w14:paraId="22DF9FD3" w14:textId="77777777" w:rsidR="00D069EE" w:rsidRPr="00D069EE" w:rsidRDefault="00D069EE" w:rsidP="0078298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2"/>
              </w:rPr>
            </w:pP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782985">
              <w:rPr>
                <w:rFonts w:asciiTheme="minorHAnsi" w:hAnsiTheme="minorHAnsi" w:cstheme="minorHAnsi"/>
                <w:bCs/>
                <w:iCs/>
              </w:rPr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end"/>
            </w:r>
          </w:p>
        </w:tc>
      </w:tr>
      <w:tr w:rsidR="00D069EE" w:rsidRPr="00D069EE" w14:paraId="16A1A5BA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579C4EC9" w14:textId="0C31D8A8" w:rsidR="00C71C79" w:rsidRPr="00A13E36" w:rsidRDefault="00C71C79" w:rsidP="00C71C79">
            <w:pPr>
              <w:spacing w:line="276" w:lineRule="auto"/>
              <w:rPr>
                <w:rFonts w:asciiTheme="majorHAnsi" w:hAnsiTheme="majorHAnsi" w:cstheme="majorHAnsi"/>
                <w:b w:val="0"/>
                <w:bCs w:val="0"/>
              </w:rPr>
            </w:pPr>
            <w:r w:rsidRPr="00A13E36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 xml:space="preserve">Méthodologie </w:t>
            </w:r>
            <w:r w:rsidR="00ED14F1"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spécifique pour</w:t>
            </w:r>
          </w:p>
          <w:p w14:paraId="38124204" w14:textId="4D6C9359" w:rsidR="00D069EE" w:rsidRPr="00A13E36" w:rsidRDefault="00C71C79" w:rsidP="00C71C79">
            <w:pPr>
              <w:spacing w:line="276" w:lineRule="auto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</w:pPr>
            <w:r w:rsidRPr="00A13E36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>Lot1</w:t>
            </w:r>
            <w:r w:rsidR="00DA2042" w:rsidRPr="00A13E36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0070C0"/>
              </w:rPr>
              <w:t xml:space="preserve"> : </w:t>
            </w:r>
            <w:r w:rsidR="00DA2042"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l</w:t>
            </w: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 xml:space="preserve">es terrassements de la dalle sous cuve azote </w:t>
            </w:r>
            <w:r w:rsidRPr="00A13E36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>(/ 5 points)</w:t>
            </w:r>
          </w:p>
          <w:p w14:paraId="5920A12F" w14:textId="64389FC1" w:rsidR="00C71C79" w:rsidRPr="00A13E36" w:rsidRDefault="00C71C79" w:rsidP="00C71C79">
            <w:pPr>
              <w:pStyle w:val="TextecourantENSdeLyon"/>
              <w:rPr>
                <w:rFonts w:asciiTheme="majorHAnsi" w:hAnsiTheme="majorHAnsi" w:cstheme="majorHAnsi"/>
                <w:b w:val="0"/>
                <w:color w:val="E14D16"/>
              </w:rPr>
            </w:pPr>
            <w:r w:rsidRPr="00A13E36">
              <w:rPr>
                <w:rFonts w:asciiTheme="majorHAnsi" w:hAnsiTheme="majorHAnsi" w:cstheme="majorHAnsi"/>
                <w:b w:val="0"/>
                <w:color w:val="E14D16"/>
              </w:rPr>
              <w:t>Lot</w:t>
            </w:r>
            <w:r w:rsidR="00DA2042" w:rsidRPr="00A13E36">
              <w:rPr>
                <w:rFonts w:asciiTheme="majorHAnsi" w:hAnsiTheme="majorHAnsi" w:cstheme="majorHAnsi"/>
                <w:b w:val="0"/>
                <w:color w:val="E14D16"/>
              </w:rPr>
              <w:t>s</w:t>
            </w:r>
            <w:r w:rsidRPr="00A13E36">
              <w:rPr>
                <w:rFonts w:asciiTheme="majorHAnsi" w:hAnsiTheme="majorHAnsi" w:cstheme="majorHAnsi"/>
                <w:b w:val="0"/>
                <w:color w:val="E14D16"/>
              </w:rPr>
              <w:t xml:space="preserve"> 2 </w:t>
            </w:r>
            <w:r w:rsidR="00ED14F1" w:rsidRPr="00A13E36">
              <w:rPr>
                <w:rFonts w:asciiTheme="majorHAnsi" w:hAnsiTheme="majorHAnsi" w:cstheme="majorHAnsi"/>
                <w:b w:val="0"/>
                <w:color w:val="E14D16"/>
              </w:rPr>
              <w:t>et 3</w:t>
            </w:r>
            <w:r w:rsidR="00DA2042" w:rsidRPr="00A13E36">
              <w:rPr>
                <w:rFonts w:asciiTheme="majorHAnsi" w:hAnsiTheme="majorHAnsi" w:cstheme="majorHAnsi"/>
                <w:b w:val="0"/>
                <w:color w:val="E14D16"/>
              </w:rPr>
              <w:t> </w:t>
            </w:r>
            <w:r w:rsidR="00DA2042" w:rsidRPr="00693A99">
              <w:rPr>
                <w:rFonts w:asciiTheme="majorHAnsi" w:hAnsiTheme="majorHAnsi" w:cstheme="majorHAnsi"/>
                <w:b w:val="0"/>
              </w:rPr>
              <w:t>: l</w:t>
            </w:r>
            <w:r w:rsidRPr="00693A99">
              <w:rPr>
                <w:rFonts w:asciiTheme="majorHAnsi" w:hAnsiTheme="majorHAnsi" w:cstheme="majorHAnsi"/>
                <w:b w:val="0"/>
              </w:rPr>
              <w:t xml:space="preserve">es reprises d’étanchéité </w:t>
            </w:r>
            <w:r w:rsidRPr="00A13E36">
              <w:rPr>
                <w:rFonts w:asciiTheme="majorHAnsi" w:hAnsiTheme="majorHAnsi" w:cstheme="majorHAnsi"/>
                <w:b w:val="0"/>
                <w:color w:val="E14D16"/>
              </w:rPr>
              <w:t>(/ 3 points)</w:t>
            </w:r>
          </w:p>
          <w:p w14:paraId="7CB194F4" w14:textId="2DCDE91B" w:rsidR="00753B98" w:rsidRPr="00A13E36" w:rsidRDefault="00753B98" w:rsidP="00753B98">
            <w:pPr>
              <w:pStyle w:val="TextecourantENSdeLyon"/>
              <w:rPr>
                <w:rFonts w:asciiTheme="majorHAnsi" w:hAnsiTheme="majorHAnsi" w:cstheme="majorHAnsi"/>
                <w:b w:val="0"/>
                <w:color w:val="E14D16"/>
              </w:rPr>
            </w:pPr>
            <w:r w:rsidRPr="00A13E36">
              <w:rPr>
                <w:rFonts w:asciiTheme="majorHAnsi" w:hAnsiTheme="majorHAnsi" w:cstheme="majorHAnsi"/>
                <w:b w:val="0"/>
                <w:color w:val="E14D16"/>
              </w:rPr>
              <w:lastRenderedPageBreak/>
              <w:t>Lot 6</w:t>
            </w:r>
            <w:r w:rsidR="00DA2042" w:rsidRPr="00A13E36">
              <w:rPr>
                <w:rFonts w:asciiTheme="majorHAnsi" w:hAnsiTheme="majorHAnsi" w:cstheme="majorHAnsi"/>
                <w:b w:val="0"/>
                <w:color w:val="E14D16"/>
              </w:rPr>
              <w:t xml:space="preserve"> : </w:t>
            </w:r>
            <w:r w:rsidR="00DA2042" w:rsidRPr="00693A99">
              <w:rPr>
                <w:rFonts w:asciiTheme="majorHAnsi" w:hAnsiTheme="majorHAnsi" w:cstheme="majorHAnsi"/>
                <w:b w:val="0"/>
              </w:rPr>
              <w:t>le m</w:t>
            </w:r>
            <w:r w:rsidRPr="00693A99">
              <w:rPr>
                <w:rFonts w:asciiTheme="majorHAnsi" w:hAnsiTheme="majorHAnsi" w:cstheme="majorHAnsi"/>
                <w:b w:val="0"/>
              </w:rPr>
              <w:t>odèle d’un PV d’épreuve</w:t>
            </w:r>
            <w:r w:rsidR="00DA2042" w:rsidRPr="00693A99">
              <w:rPr>
                <w:rFonts w:asciiTheme="majorHAnsi" w:hAnsiTheme="majorHAnsi" w:cstheme="majorHAnsi"/>
                <w:b w:val="0"/>
              </w:rPr>
              <w:t xml:space="preserve"> </w:t>
            </w:r>
            <w:r w:rsidRPr="00A13E36">
              <w:rPr>
                <w:rFonts w:asciiTheme="majorHAnsi" w:hAnsiTheme="majorHAnsi" w:cstheme="majorHAnsi"/>
                <w:b w:val="0"/>
                <w:color w:val="E14D16"/>
              </w:rPr>
              <w:t>(/ 1 point)</w:t>
            </w:r>
          </w:p>
          <w:p w14:paraId="041A9DEA" w14:textId="0322E352" w:rsidR="00DA2042" w:rsidRPr="00DA2042" w:rsidRDefault="00DA2042" w:rsidP="00DA2042">
            <w:pPr>
              <w:pStyle w:val="TextecourantENSdeLyon"/>
              <w:rPr>
                <w:rFonts w:asciiTheme="majorHAnsi" w:hAnsiTheme="majorHAnsi" w:cstheme="majorHAnsi"/>
                <w:b w:val="0"/>
                <w:bCs/>
                <w:i/>
                <w:iCs/>
              </w:rPr>
            </w:pPr>
            <w:r w:rsidRPr="00A13E36">
              <w:rPr>
                <w:rFonts w:asciiTheme="majorHAnsi" w:hAnsiTheme="majorHAnsi" w:cstheme="majorHAnsi"/>
                <w:b w:val="0"/>
                <w:color w:val="E14D16"/>
              </w:rPr>
              <w:t xml:space="preserve">Lot 7 : </w:t>
            </w:r>
            <w:r w:rsidRPr="00693A99">
              <w:rPr>
                <w:rFonts w:asciiTheme="majorHAnsi" w:hAnsiTheme="majorHAnsi" w:cstheme="majorHAnsi"/>
                <w:b w:val="0"/>
              </w:rPr>
              <w:t>le Synoptique général de l’installation électrique future</w:t>
            </w:r>
            <w:r w:rsidRPr="00A13E36">
              <w:rPr>
                <w:rFonts w:asciiTheme="majorHAnsi" w:hAnsiTheme="majorHAnsi" w:cstheme="majorHAnsi"/>
                <w:b w:val="0"/>
                <w:color w:val="E14D16"/>
              </w:rPr>
              <w:t xml:space="preserve"> (/ 7 points)</w:t>
            </w:r>
          </w:p>
        </w:tc>
        <w:tc>
          <w:tcPr>
            <w:tcW w:w="6107" w:type="dxa"/>
            <w:shd w:val="clear" w:color="auto" w:fill="FBD4B4" w:themeFill="accent6" w:themeFillTint="66"/>
          </w:tcPr>
          <w:p w14:paraId="0C28DC8C" w14:textId="77777777" w:rsidR="00D069EE" w:rsidRPr="00D069EE" w:rsidRDefault="00D069EE" w:rsidP="0078298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</w:pPr>
            <w:r w:rsidRPr="00782985">
              <w:rPr>
                <w:rFonts w:asciiTheme="minorHAnsi" w:hAnsiTheme="minorHAnsi" w:cstheme="minorHAnsi"/>
                <w:bCs/>
                <w:iCs/>
              </w:rPr>
              <w:lastRenderedPageBreak/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782985">
              <w:rPr>
                <w:rFonts w:asciiTheme="minorHAnsi" w:hAnsiTheme="minorHAnsi" w:cstheme="minorHAnsi"/>
                <w:bCs/>
                <w:iCs/>
              </w:rPr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end"/>
            </w:r>
          </w:p>
        </w:tc>
      </w:tr>
    </w:tbl>
    <w:p w14:paraId="4C35D6F9" w14:textId="037A5860" w:rsidR="00D069EE" w:rsidRDefault="00D069EE">
      <w:pPr>
        <w:rPr>
          <w:highlight w:val="cyan"/>
        </w:rPr>
      </w:pP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943"/>
        <w:gridCol w:w="6107"/>
      </w:tblGrid>
      <w:tr w:rsidR="00D15E97" w:rsidRPr="00D15E97" w14:paraId="4A64E81B" w14:textId="77777777" w:rsidTr="00023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31093C8E" w14:textId="243CFE6B" w:rsidR="00D15E97" w:rsidRPr="00D15E97" w:rsidRDefault="00D15E97" w:rsidP="00D15E97">
            <w:pPr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</w:pPr>
            <w:r w:rsidRPr="00D15E97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Item </w:t>
            </w:r>
            <w:r w:rsidR="00C71C79">
              <w:rPr>
                <w:rFonts w:asciiTheme="majorHAnsi" w:hAnsiTheme="majorHAnsi" w:cstheme="majorHAnsi"/>
                <w:i w:val="0"/>
                <w:color w:val="FFFFFF" w:themeColor="background1"/>
              </w:rPr>
              <w:t>6</w:t>
            </w:r>
            <w:r w:rsidRPr="00D15E97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 : Méthodologie de la gestion de chantier </w:t>
            </w:r>
            <w:r w:rsidRPr="00084D68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>(/</w:t>
            </w:r>
            <w:r w:rsidRPr="00084D68">
              <w:rPr>
                <w:rFonts w:asciiTheme="majorHAnsi" w:eastAsia="Arial" w:hAnsiTheme="majorHAnsi" w:cstheme="majorHAnsi"/>
                <w:i w:val="0"/>
                <w:color w:val="FFFFFF" w:themeColor="background1"/>
              </w:rPr>
              <w:t>20</w:t>
            </w:r>
            <w:r w:rsidRPr="00084D68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 xml:space="preserve"> points)</w:t>
            </w:r>
          </w:p>
        </w:tc>
      </w:tr>
      <w:tr w:rsidR="00D15E97" w:rsidRPr="00D15E97" w14:paraId="3DC54490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1C292974" w14:textId="77777777" w:rsidR="00D15E97" w:rsidRPr="00084D68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Gestion des accès et de l’accessibilité</w:t>
            </w: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  <w:t xml:space="preserve"> </w:t>
            </w:r>
          </w:p>
          <w:p w14:paraId="72281237" w14:textId="77777777" w:rsidR="00D15E97" w:rsidRPr="00084D68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</w:rPr>
              <w:t>3</w:t>
            </w: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107" w:type="dxa"/>
            <w:shd w:val="clear" w:color="auto" w:fill="FBD4B4" w:themeFill="accent6" w:themeFillTint="66"/>
          </w:tcPr>
          <w:p w14:paraId="064FC856" w14:textId="77777777" w:rsidR="00D15E97" w:rsidRPr="00D15E97" w:rsidRDefault="00D15E97" w:rsidP="0078298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2"/>
              </w:rPr>
            </w:pP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782985">
              <w:rPr>
                <w:rFonts w:asciiTheme="minorHAnsi" w:hAnsiTheme="minorHAnsi" w:cstheme="minorHAnsi"/>
                <w:bCs/>
                <w:iCs/>
              </w:rPr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end"/>
            </w:r>
          </w:p>
        </w:tc>
      </w:tr>
      <w:tr w:rsidR="00D15E97" w:rsidRPr="00D15E97" w14:paraId="629A29D9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53E4206D" w14:textId="77777777" w:rsidR="00D15E97" w:rsidRPr="00084D68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Gestion de la coactivité avec le chantier de reconstruction de la résidence Debourg</w:t>
            </w: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  <w:t xml:space="preserve"> et inter-lots</w:t>
            </w:r>
          </w:p>
          <w:p w14:paraId="71BCE6D0" w14:textId="77777777" w:rsidR="00D15E97" w:rsidRPr="00084D68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</w:rPr>
              <w:t>8</w:t>
            </w: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107" w:type="dxa"/>
            <w:shd w:val="clear" w:color="auto" w:fill="FBD4B4" w:themeFill="accent6" w:themeFillTint="66"/>
          </w:tcPr>
          <w:p w14:paraId="76EFA502" w14:textId="77777777" w:rsidR="00D15E97" w:rsidRPr="00782985" w:rsidRDefault="00D15E97" w:rsidP="0078298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</w:pP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782985">
              <w:rPr>
                <w:rFonts w:asciiTheme="minorHAnsi" w:hAnsiTheme="minorHAnsi" w:cstheme="minorHAnsi"/>
                <w:bCs/>
                <w:iCs/>
              </w:rPr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end"/>
            </w:r>
          </w:p>
        </w:tc>
      </w:tr>
      <w:tr w:rsidR="00D15E97" w:rsidRPr="00D15E97" w14:paraId="46D67950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4F4447DE" w14:textId="77777777" w:rsidR="00D15E97" w:rsidRPr="00084D68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Gestion de la sous-traitance</w:t>
            </w: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  <w:t xml:space="preserve"> </w:t>
            </w:r>
          </w:p>
          <w:p w14:paraId="0985E7EB" w14:textId="77777777" w:rsidR="00D15E97" w:rsidRPr="00084D68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</w:rPr>
              <w:t>3</w:t>
            </w: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  <w:szCs w:val="22"/>
              </w:rPr>
              <w:t xml:space="preserve"> </w:t>
            </w: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>points)</w:t>
            </w:r>
          </w:p>
        </w:tc>
        <w:tc>
          <w:tcPr>
            <w:tcW w:w="6107" w:type="dxa"/>
            <w:shd w:val="clear" w:color="auto" w:fill="FBD4B4" w:themeFill="accent6" w:themeFillTint="66"/>
          </w:tcPr>
          <w:p w14:paraId="711ED4CC" w14:textId="77777777" w:rsidR="00D15E97" w:rsidRPr="00782985" w:rsidRDefault="00D15E97" w:rsidP="0078298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</w:pP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782985">
              <w:rPr>
                <w:rFonts w:asciiTheme="minorHAnsi" w:hAnsiTheme="minorHAnsi" w:cstheme="minorHAnsi"/>
                <w:bCs/>
                <w:iCs/>
              </w:rPr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end"/>
            </w:r>
          </w:p>
        </w:tc>
      </w:tr>
      <w:tr w:rsidR="00D15E97" w:rsidRPr="00D15E97" w14:paraId="38D9A236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2CF8DEC9" w14:textId="77777777" w:rsidR="00D15E97" w:rsidRPr="00084D68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Gestion de l’activité en site occupé</w:t>
            </w: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  <w:t xml:space="preserve"> </w:t>
            </w:r>
          </w:p>
          <w:p w14:paraId="62878DFF" w14:textId="77777777" w:rsidR="00D15E97" w:rsidRPr="00084D68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</w:rPr>
              <w:t>6</w:t>
            </w:r>
            <w:r w:rsidRPr="00084D68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107" w:type="dxa"/>
            <w:shd w:val="clear" w:color="auto" w:fill="FBD4B4" w:themeFill="accent6" w:themeFillTint="66"/>
          </w:tcPr>
          <w:p w14:paraId="055F6CB2" w14:textId="77777777" w:rsidR="00D15E97" w:rsidRPr="00782985" w:rsidRDefault="00D15E97" w:rsidP="0078298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</w:pP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782985">
              <w:rPr>
                <w:rFonts w:asciiTheme="minorHAnsi" w:hAnsiTheme="minorHAnsi" w:cstheme="minorHAnsi"/>
                <w:bCs/>
                <w:iCs/>
              </w:rPr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782985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782985">
              <w:rPr>
                <w:rFonts w:asciiTheme="minorHAnsi" w:hAnsiTheme="minorHAnsi" w:cstheme="minorHAnsi"/>
                <w:bCs/>
                <w:iCs/>
              </w:rPr>
              <w:fldChar w:fldCharType="end"/>
            </w:r>
          </w:p>
        </w:tc>
      </w:tr>
    </w:tbl>
    <w:p w14:paraId="079D0EE1" w14:textId="6A86D7CF" w:rsidR="00D069EE" w:rsidRDefault="00D069EE">
      <w:pPr>
        <w:rPr>
          <w:highlight w:val="cyan"/>
        </w:rPr>
      </w:pP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943"/>
        <w:gridCol w:w="6237"/>
      </w:tblGrid>
      <w:tr w:rsidR="00753B98" w:rsidRPr="00D15E97" w14:paraId="43755374" w14:textId="77777777" w:rsidTr="00084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2"/>
            <w:shd w:val="clear" w:color="auto" w:fill="E14D16"/>
            <w:vAlign w:val="center"/>
          </w:tcPr>
          <w:p w14:paraId="5DA5FA04" w14:textId="36C79766" w:rsidR="00D15E97" w:rsidRPr="00D15E97" w:rsidRDefault="00D15E97" w:rsidP="00084D68">
            <w:pPr>
              <w:spacing w:line="276" w:lineRule="auto"/>
              <w:rPr>
                <w:rFonts w:ascii="Arial" w:hAnsi="Arial"/>
                <w:bCs w:val="0"/>
                <w:i w:val="0"/>
                <w:iCs w:val="0"/>
                <w:color w:val="000000" w:themeColor="text1"/>
                <w:sz w:val="22"/>
                <w:szCs w:val="22"/>
                <w:highlight w:val="cyan"/>
                <w:lang w:eastAsia="en-US"/>
              </w:rPr>
            </w:pPr>
            <w:r w:rsidRPr="00C71C79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Item </w:t>
            </w:r>
            <w:r w:rsidR="00C71C79" w:rsidRPr="00C71C79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>7</w:t>
            </w:r>
            <w:r w:rsidRPr="00C71C79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 : Organisation de </w:t>
            </w:r>
            <w:r w:rsidRPr="00693A99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l’opérateur économique </w:t>
            </w:r>
            <w:r w:rsidRPr="00C71C79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pour la gestion de l’année de parfait achèvement et le SAV </w:t>
            </w:r>
            <w:r w:rsidRPr="00084D68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>(/ 5 points)</w:t>
            </w:r>
          </w:p>
        </w:tc>
      </w:tr>
      <w:tr w:rsidR="00753B98" w:rsidRPr="00D15E97" w14:paraId="55C26463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3FFE4D1C" w14:textId="77777777" w:rsidR="00D15E97" w:rsidRPr="00693A99" w:rsidRDefault="00D15E97" w:rsidP="00084D68">
            <w:pPr>
              <w:spacing w:line="276" w:lineRule="auto"/>
              <w:rPr>
                <w:rFonts w:ascii="Arial" w:hAnsi="Arial"/>
                <w:lang w:eastAsia="en-US"/>
              </w:rPr>
            </w:pPr>
            <w:r w:rsidRPr="00693A99">
              <w:rPr>
                <w:rFonts w:ascii="Arial" w:hAnsi="Arial"/>
                <w:b w:val="0"/>
                <w:bCs w:val="0"/>
                <w:i w:val="0"/>
                <w:iCs w:val="0"/>
                <w:lang w:eastAsia="en-US"/>
              </w:rPr>
              <w:t xml:space="preserve">Organisation mise en place par l’opérateur économique pour la gestion de la GPA et SAV </w:t>
            </w:r>
          </w:p>
          <w:p w14:paraId="070F677B" w14:textId="1BAFF164" w:rsidR="00084D68" w:rsidRPr="00142FAE" w:rsidRDefault="00084D68" w:rsidP="00084D68">
            <w:pPr>
              <w:spacing w:line="276" w:lineRule="auto"/>
              <w:rPr>
                <w:rFonts w:ascii="Arial" w:hAnsi="Arial"/>
                <w:b w:val="0"/>
                <w:bCs w:val="0"/>
                <w:i w:val="0"/>
                <w:iCs w:val="0"/>
                <w:color w:val="4F81BD" w:themeColor="accent1"/>
                <w:highlight w:val="green"/>
                <w:lang w:eastAsia="en-US"/>
              </w:rPr>
            </w:pP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="00827B0D"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2 </w:t>
            </w: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>points)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75018118" w14:textId="77777777" w:rsidR="00D15E97" w:rsidRPr="00B31231" w:rsidRDefault="00D15E97" w:rsidP="00084D6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Cs/>
                <w:iCs/>
                <w:color w:val="4F81BD" w:themeColor="accent1"/>
                <w:sz w:val="22"/>
                <w:szCs w:val="22"/>
                <w:lang w:eastAsia="en-US"/>
              </w:rPr>
            </w:pP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  <w:lang w:eastAsia="en-US"/>
              </w:rPr>
              <w:instrText xml:space="preserve"> FORMTEXT </w:instrText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</w:rPr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</w:rPr>
              <w:fldChar w:fldCharType="separate"/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  <w:lang w:eastAsia="en-US"/>
              </w:rPr>
              <w:t>.................................</w:t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</w:rPr>
              <w:fldChar w:fldCharType="end"/>
            </w:r>
          </w:p>
        </w:tc>
      </w:tr>
      <w:tr w:rsidR="00753B98" w:rsidRPr="00D15E97" w14:paraId="294FFC3B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1D920EBF" w14:textId="77777777" w:rsidR="00D15E97" w:rsidRPr="00693A99" w:rsidRDefault="00D15E97" w:rsidP="00084D68">
            <w:pPr>
              <w:spacing w:line="276" w:lineRule="auto"/>
              <w:rPr>
                <w:rFonts w:ascii="Arial" w:hAnsi="Arial"/>
                <w:b w:val="0"/>
                <w:bCs w:val="0"/>
                <w:i w:val="0"/>
                <w:iCs w:val="0"/>
                <w:lang w:eastAsia="en-US"/>
              </w:rPr>
            </w:pPr>
            <w:r w:rsidRPr="00693A99">
              <w:rPr>
                <w:rFonts w:ascii="Arial" w:hAnsi="Arial"/>
                <w:b w:val="0"/>
                <w:bCs w:val="0"/>
                <w:i w:val="0"/>
                <w:iCs w:val="0"/>
                <w:lang w:eastAsia="en-US"/>
              </w:rPr>
              <w:t xml:space="preserve">Justificatifs des interventions et destinataires de ces justificatifs : </w:t>
            </w:r>
          </w:p>
          <w:p w14:paraId="63E134A7" w14:textId="77777777" w:rsidR="00D15E97" w:rsidRPr="00693A99" w:rsidRDefault="00D15E97" w:rsidP="00084D68">
            <w:pPr>
              <w:spacing w:line="276" w:lineRule="auto"/>
              <w:rPr>
                <w:rFonts w:ascii="Arial" w:hAnsi="Arial"/>
                <w:lang w:eastAsia="en-US"/>
              </w:rPr>
            </w:pPr>
            <w:r w:rsidRPr="00693A99">
              <w:rPr>
                <w:rFonts w:ascii="Arial" w:hAnsi="Arial"/>
                <w:b w:val="0"/>
                <w:bCs w:val="0"/>
                <w:i w:val="0"/>
                <w:iCs w:val="0"/>
                <w:lang w:eastAsia="en-US"/>
              </w:rPr>
              <w:t>Décrire la méthode et les quitus envoyés</w:t>
            </w:r>
          </w:p>
          <w:p w14:paraId="074C74A1" w14:textId="64A4E8CE" w:rsidR="00084D68" w:rsidRPr="00693A99" w:rsidRDefault="00084D68" w:rsidP="00084D68">
            <w:pPr>
              <w:spacing w:line="276" w:lineRule="auto"/>
              <w:rPr>
                <w:rFonts w:ascii="Arial" w:hAnsi="Arial"/>
                <w:b w:val="0"/>
                <w:bCs w:val="0"/>
                <w:i w:val="0"/>
                <w:iCs w:val="0"/>
                <w:lang w:eastAsia="en-US"/>
              </w:rPr>
            </w:pP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="00827B0D"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>1</w:t>
            </w: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point)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1B2303A8" w14:textId="77777777" w:rsidR="00D15E97" w:rsidRPr="00693A99" w:rsidRDefault="00D15E97" w:rsidP="00084D6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Cs/>
                <w:iCs/>
                <w:sz w:val="22"/>
                <w:szCs w:val="22"/>
                <w:lang w:eastAsia="en-US"/>
              </w:rPr>
            </w:pPr>
            <w:r w:rsidRPr="00693A99">
              <w:rPr>
                <w:rFonts w:asciiTheme="minorHAnsi" w:hAnsiTheme="minorHAnsi" w:cstheme="minorHAnsi"/>
                <w:bCs/>
                <w:iCs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93A99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693A99">
              <w:rPr>
                <w:rFonts w:asciiTheme="minorHAnsi" w:hAnsiTheme="minorHAnsi" w:cstheme="minorHAnsi"/>
                <w:bCs/>
                <w:iCs/>
              </w:rPr>
            </w:r>
            <w:r w:rsidRPr="00693A99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693A99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693A99">
              <w:rPr>
                <w:rFonts w:asciiTheme="minorHAnsi" w:hAnsiTheme="minorHAnsi" w:cstheme="minorHAnsi"/>
                <w:bCs/>
                <w:iCs/>
              </w:rPr>
              <w:fldChar w:fldCharType="end"/>
            </w:r>
          </w:p>
        </w:tc>
      </w:tr>
      <w:tr w:rsidR="00753B98" w:rsidRPr="00D15E97" w14:paraId="26611DAC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1D061ED9" w14:textId="77777777" w:rsidR="00D15E97" w:rsidRPr="00693A99" w:rsidRDefault="00D15E97" w:rsidP="00084D68">
            <w:pPr>
              <w:spacing w:line="276" w:lineRule="auto"/>
              <w:rPr>
                <w:rFonts w:ascii="Arial" w:hAnsi="Arial"/>
                <w:lang w:eastAsia="en-US"/>
              </w:rPr>
            </w:pPr>
            <w:r w:rsidRPr="00693A99">
              <w:rPr>
                <w:rFonts w:ascii="Arial" w:hAnsi="Arial"/>
                <w:b w:val="0"/>
                <w:bCs w:val="0"/>
                <w:i w:val="0"/>
                <w:iCs w:val="0"/>
                <w:lang w:eastAsia="en-US"/>
              </w:rPr>
              <w:t>Gestion des délais d’intervention</w:t>
            </w:r>
          </w:p>
          <w:p w14:paraId="7C8C1FBF" w14:textId="2DB72523" w:rsidR="00084D68" w:rsidRPr="00693A99" w:rsidRDefault="00084D68" w:rsidP="00084D68">
            <w:pPr>
              <w:spacing w:line="276" w:lineRule="auto"/>
              <w:rPr>
                <w:rFonts w:ascii="Arial" w:hAnsi="Arial"/>
                <w:b w:val="0"/>
                <w:bCs w:val="0"/>
                <w:i w:val="0"/>
                <w:iCs w:val="0"/>
                <w:lang w:eastAsia="en-US"/>
              </w:rPr>
            </w:pP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="00827B0D"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2 </w:t>
            </w: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>points</w:t>
            </w: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</w:rPr>
              <w:t>)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26AAEB0F" w14:textId="77777777" w:rsidR="00D15E97" w:rsidRPr="00693A99" w:rsidRDefault="00D15E97" w:rsidP="00084D6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Cs/>
                <w:iCs/>
                <w:lang w:eastAsia="en-US"/>
              </w:rPr>
            </w:pPr>
            <w:r w:rsidRPr="00693A99">
              <w:rPr>
                <w:rFonts w:ascii="Arial" w:hAnsi="Arial"/>
                <w:bCs/>
                <w:iCs/>
                <w:lang w:eastAsia="en-US"/>
              </w:rPr>
              <w:t>Intervention urgente :</w:t>
            </w:r>
          </w:p>
          <w:p w14:paraId="06085DEB" w14:textId="77777777" w:rsidR="00D15E97" w:rsidRPr="00693A99" w:rsidRDefault="00D15E97" w:rsidP="00084D6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Cs/>
                <w:lang w:eastAsia="en-US"/>
              </w:rPr>
            </w:pPr>
            <w:r w:rsidRPr="00693A99">
              <w:rPr>
                <w:rFonts w:asciiTheme="minorHAnsi" w:hAnsiTheme="minorHAnsi" w:cstheme="minorHAnsi"/>
                <w:bCs/>
                <w:iCs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93A99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693A99">
              <w:rPr>
                <w:rFonts w:asciiTheme="minorHAnsi" w:hAnsiTheme="minorHAnsi" w:cstheme="minorHAnsi"/>
                <w:bCs/>
                <w:iCs/>
              </w:rPr>
            </w:r>
            <w:r w:rsidRPr="00693A99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693A99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693A99">
              <w:rPr>
                <w:rFonts w:asciiTheme="minorHAnsi" w:hAnsiTheme="minorHAnsi" w:cstheme="minorHAnsi"/>
              </w:rPr>
              <w:fldChar w:fldCharType="end"/>
            </w:r>
          </w:p>
          <w:p w14:paraId="0A07AE15" w14:textId="77777777" w:rsidR="00D15E97" w:rsidRPr="00693A99" w:rsidRDefault="00D15E97" w:rsidP="00084D6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Cs/>
                <w:iCs/>
                <w:lang w:eastAsia="en-US"/>
              </w:rPr>
            </w:pPr>
            <w:r w:rsidRPr="00693A99">
              <w:rPr>
                <w:rFonts w:ascii="Arial" w:hAnsi="Arial"/>
                <w:bCs/>
                <w:iCs/>
                <w:lang w:eastAsia="en-US"/>
              </w:rPr>
              <w:t>Intervention classique :</w:t>
            </w:r>
          </w:p>
          <w:p w14:paraId="63AE0776" w14:textId="77777777" w:rsidR="00D15E97" w:rsidRPr="00693A99" w:rsidRDefault="00D15E97" w:rsidP="00084D6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Cs/>
                <w:iCs/>
                <w:sz w:val="22"/>
                <w:szCs w:val="22"/>
                <w:lang w:eastAsia="en-US"/>
              </w:rPr>
            </w:pPr>
            <w:r w:rsidRPr="00693A99">
              <w:rPr>
                <w:rFonts w:asciiTheme="minorHAnsi" w:hAnsiTheme="minorHAnsi" w:cstheme="minorHAnsi"/>
                <w:bCs/>
                <w:iCs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93A99">
              <w:rPr>
                <w:rFonts w:asciiTheme="minorHAnsi" w:hAnsiTheme="minorHAnsi" w:cstheme="minorHAnsi"/>
                <w:bCs/>
                <w:iCs/>
                <w:lang w:eastAsia="en-US"/>
              </w:rPr>
              <w:instrText xml:space="preserve"> FORMTEXT </w:instrText>
            </w:r>
            <w:r w:rsidRPr="00693A99">
              <w:rPr>
                <w:rFonts w:asciiTheme="minorHAnsi" w:hAnsiTheme="minorHAnsi" w:cstheme="minorHAnsi"/>
                <w:bCs/>
                <w:iCs/>
              </w:rPr>
            </w:r>
            <w:r w:rsidRPr="00693A99">
              <w:rPr>
                <w:rFonts w:asciiTheme="minorHAnsi" w:hAnsiTheme="minorHAnsi" w:cstheme="minorHAnsi"/>
                <w:bCs/>
                <w:iCs/>
              </w:rPr>
              <w:fldChar w:fldCharType="separate"/>
            </w:r>
            <w:r w:rsidRPr="00693A99">
              <w:rPr>
                <w:rFonts w:asciiTheme="minorHAnsi" w:hAnsiTheme="minorHAnsi" w:cstheme="minorHAnsi"/>
                <w:bCs/>
                <w:iCs/>
                <w:lang w:eastAsia="en-US"/>
              </w:rPr>
              <w:t>.................................</w:t>
            </w:r>
            <w:r w:rsidRPr="00693A99">
              <w:rPr>
                <w:rFonts w:asciiTheme="minorHAnsi" w:hAnsiTheme="minorHAnsi" w:cstheme="minorHAnsi"/>
                <w:bCs/>
                <w:iCs/>
              </w:rPr>
              <w:fldChar w:fldCharType="end"/>
            </w:r>
          </w:p>
        </w:tc>
      </w:tr>
    </w:tbl>
    <w:p w14:paraId="5212104B" w14:textId="1A07DCE6" w:rsidR="00D15E97" w:rsidRDefault="00D15E97">
      <w:pPr>
        <w:rPr>
          <w:highlight w:val="cyan"/>
        </w:rPr>
      </w:pP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943"/>
        <w:gridCol w:w="6107"/>
      </w:tblGrid>
      <w:tr w:rsidR="00D15E97" w:rsidRPr="00D15E97" w14:paraId="3D699D5F" w14:textId="77777777" w:rsidTr="00023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1469E457" w14:textId="43F84EC4" w:rsidR="00D15E97" w:rsidRPr="00D15E97" w:rsidRDefault="00D15E97" w:rsidP="00D15E97">
            <w:pPr>
              <w:jc w:val="center"/>
              <w:rPr>
                <w:rFonts w:asciiTheme="majorHAnsi" w:hAnsiTheme="majorHAnsi" w:cstheme="majorHAnsi"/>
                <w:bCs w:val="0"/>
                <w:i w:val="0"/>
                <w:iCs w:val="0"/>
                <w:color w:val="FFFFFF" w:themeColor="background1"/>
              </w:rPr>
            </w:pPr>
            <w:r w:rsidRPr="00D15E97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Item </w:t>
            </w:r>
            <w:r w:rsidR="00A13E36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>8</w:t>
            </w:r>
            <w:r w:rsidR="00A13E36" w:rsidRPr="00D15E97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 :</w:t>
            </w:r>
            <w:r w:rsidRPr="00D15E97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 Mesures pour assurer la sécurité et l‘hygiène du chantier, des travailleurs et des tiers </w:t>
            </w:r>
            <w:r w:rsidRPr="00084D68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>(/</w:t>
            </w:r>
            <w:r w:rsidRPr="00084D68">
              <w:rPr>
                <w:rFonts w:asciiTheme="majorHAnsi" w:eastAsia="Arial" w:hAnsiTheme="majorHAnsi" w:cstheme="majorHAnsi"/>
                <w:i w:val="0"/>
                <w:color w:val="FFFFFF" w:themeColor="background1"/>
              </w:rPr>
              <w:t>5</w:t>
            </w:r>
            <w:r w:rsidRPr="00084D68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 xml:space="preserve"> points)</w:t>
            </w:r>
          </w:p>
        </w:tc>
      </w:tr>
      <w:tr w:rsidR="00D15E97" w:rsidRPr="00D15E97" w14:paraId="210D2C5C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17C70F18" w14:textId="55CE219C" w:rsidR="00D15E97" w:rsidRPr="00A13E36" w:rsidRDefault="00D15E97" w:rsidP="00D15E97">
            <w:pPr>
              <w:rPr>
                <w:rFonts w:asciiTheme="majorHAnsi" w:hAnsiTheme="majorHAnsi" w:cstheme="majorHAnsi"/>
                <w:b w:val="0"/>
                <w:bCs w:val="0"/>
              </w:rPr>
            </w:pPr>
            <w:r w:rsidRPr="00A13E36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Mesures pour assurer la sécurité et l’hygiène du chantier et des travailleurs</w:t>
            </w:r>
          </w:p>
          <w:p w14:paraId="5FEC34D0" w14:textId="01DD5D55" w:rsidR="00D15E97" w:rsidRPr="00693A99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693A99">
              <w:rPr>
                <w:rFonts w:asciiTheme="majorHAnsi" w:hAnsiTheme="majorHAnsi" w:cstheme="majorHAnsi"/>
                <w:b w:val="0"/>
                <w:bCs w:val="0"/>
                <w:color w:val="0070C0"/>
              </w:rPr>
              <w:t>(</w:t>
            </w:r>
            <w:r w:rsidR="00782985"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Présence</w:t>
            </w:r>
            <w:r w:rsidRPr="00693A99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 xml:space="preserve"> d’un collaborateur dédié à la sécurité, formations ou des actions de sensibilisation, périodicité des contrôles, mode d’approvisionnement…)</w:t>
            </w:r>
          </w:p>
          <w:p w14:paraId="4A9ACD6E" w14:textId="77777777" w:rsidR="00D15E97" w:rsidRPr="00ED14F1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ED14F1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ED14F1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>2</w:t>
            </w:r>
            <w:r w:rsidRPr="00ED14F1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107" w:type="dxa"/>
            <w:shd w:val="clear" w:color="auto" w:fill="FBD4B4" w:themeFill="accent6" w:themeFillTint="66"/>
          </w:tcPr>
          <w:p w14:paraId="2FC7DA44" w14:textId="77777777" w:rsidR="00D15E97" w:rsidRPr="00782985" w:rsidRDefault="00D15E97" w:rsidP="0078298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Cs w:val="22"/>
              </w:rPr>
            </w:pP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  <w:lang w:eastAsia="en-US"/>
              </w:rPr>
              <w:instrText xml:space="preserve"> FORMTEXT </w:instrText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</w:rPr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</w:rPr>
              <w:fldChar w:fldCharType="separate"/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  <w:lang w:eastAsia="en-US"/>
              </w:rPr>
              <w:t>.................................</w:t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</w:rPr>
              <w:fldChar w:fldCharType="end"/>
            </w:r>
          </w:p>
        </w:tc>
      </w:tr>
      <w:tr w:rsidR="00D15E97" w:rsidRPr="00D15E97" w14:paraId="36A8F17A" w14:textId="77777777" w:rsidTr="0078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FBD4B4" w:themeFill="accent6" w:themeFillTint="66"/>
          </w:tcPr>
          <w:p w14:paraId="116B8E1B" w14:textId="77777777" w:rsidR="00D15E97" w:rsidRPr="00ED14F1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ED14F1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lastRenderedPageBreak/>
              <w:t>Mesures pour assurer la sécurité et l’hygiène des tiers à chaque étape des travaux</w:t>
            </w:r>
          </w:p>
          <w:p w14:paraId="66375CA0" w14:textId="77777777" w:rsidR="00D15E97" w:rsidRPr="00ED14F1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ED14F1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ED14F1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>3</w:t>
            </w:r>
            <w:r w:rsidRPr="00ED14F1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107" w:type="dxa"/>
            <w:shd w:val="clear" w:color="auto" w:fill="FBD4B4" w:themeFill="accent6" w:themeFillTint="66"/>
          </w:tcPr>
          <w:p w14:paraId="74E95684" w14:textId="77777777" w:rsidR="00D15E97" w:rsidRPr="00782985" w:rsidRDefault="00D15E97" w:rsidP="0078298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iCs/>
                <w:szCs w:val="22"/>
              </w:rPr>
            </w:pP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  <w:lang w:eastAsia="en-US"/>
              </w:rPr>
              <w:instrText xml:space="preserve"> FORMTEXT </w:instrText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</w:rPr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</w:rPr>
              <w:fldChar w:fldCharType="separate"/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  <w:lang w:eastAsia="en-US"/>
              </w:rPr>
              <w:t>.................................</w:t>
            </w:r>
            <w:r w:rsidRPr="00782985">
              <w:rPr>
                <w:rFonts w:asciiTheme="minorHAnsi" w:hAnsiTheme="minorHAnsi" w:cstheme="minorHAnsi"/>
                <w:bCs/>
                <w:iCs/>
                <w:color w:val="4F81BD" w:themeColor="accent1"/>
              </w:rPr>
              <w:fldChar w:fldCharType="end"/>
            </w:r>
          </w:p>
        </w:tc>
      </w:tr>
    </w:tbl>
    <w:p w14:paraId="300CB606" w14:textId="5F296640" w:rsidR="001C4B02" w:rsidRPr="000C2DCC" w:rsidRDefault="001C4B02">
      <w:pPr>
        <w:rPr>
          <w:sz w:val="16"/>
          <w:szCs w:val="16"/>
          <w:highlight w:val="cyan"/>
        </w:rPr>
      </w:pPr>
    </w:p>
    <w:p w14:paraId="06DCF991" w14:textId="4A601735" w:rsidR="00F7487C" w:rsidRPr="001E084F" w:rsidRDefault="00F7487C" w:rsidP="001E084F">
      <w:pPr>
        <w:shd w:val="clear" w:color="auto" w:fill="E14D16"/>
        <w:rPr>
          <w:color w:val="FFFFFF" w:themeColor="background1"/>
        </w:rPr>
      </w:pPr>
      <w:r w:rsidRPr="001E084F">
        <w:rPr>
          <w:color w:val="FFFFFF" w:themeColor="background1"/>
        </w:rPr>
        <w:t>Annexe(s)</w:t>
      </w:r>
    </w:p>
    <w:p w14:paraId="263EA433" w14:textId="77777777" w:rsidR="00F7487C" w:rsidRPr="001E084F" w:rsidRDefault="00F7487C" w:rsidP="001E084F">
      <w:pPr>
        <w:pStyle w:val="TextecourantENSdeLyon"/>
        <w:rPr>
          <w:i w:val="0"/>
        </w:rPr>
      </w:pPr>
      <w:r w:rsidRPr="001E084F">
        <w:rPr>
          <w:i w:val="0"/>
        </w:rPr>
        <w:t>N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  <w:r w:rsidRPr="001E084F">
        <w:rPr>
          <w:i w:val="0"/>
        </w:rPr>
        <w:t>Objet °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</w:p>
    <w:p w14:paraId="4C2DF96A" w14:textId="77777777" w:rsidR="00F7487C" w:rsidRPr="001E084F" w:rsidRDefault="00F7487C" w:rsidP="001E084F">
      <w:pPr>
        <w:pStyle w:val="TextecourantENSdeLyon"/>
        <w:rPr>
          <w:i w:val="0"/>
        </w:rPr>
      </w:pPr>
      <w:r w:rsidRPr="001E084F">
        <w:rPr>
          <w:i w:val="0"/>
        </w:rPr>
        <w:t>N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  <w:r w:rsidRPr="001E084F">
        <w:rPr>
          <w:i w:val="0"/>
        </w:rPr>
        <w:t>Objet °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</w:p>
    <w:p w14:paraId="1AC63CE3" w14:textId="77777777" w:rsidR="00F7487C" w:rsidRPr="001E084F" w:rsidRDefault="00F7487C" w:rsidP="001E084F">
      <w:pPr>
        <w:pStyle w:val="TextecourantENSdeLyon"/>
        <w:rPr>
          <w:i w:val="0"/>
        </w:rPr>
      </w:pPr>
      <w:r w:rsidRPr="001E084F">
        <w:rPr>
          <w:i w:val="0"/>
        </w:rPr>
        <w:t>N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  <w:r w:rsidRPr="001E084F">
        <w:rPr>
          <w:i w:val="0"/>
        </w:rPr>
        <w:t>Objet °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</w:p>
    <w:p w14:paraId="32ABD34E" w14:textId="386E41C7" w:rsidR="00B90780" w:rsidRPr="000C2DCC" w:rsidRDefault="00F7487C" w:rsidP="000C2DCC">
      <w:pPr>
        <w:pStyle w:val="TextecourantENSdeLyon"/>
        <w:rPr>
          <w:i w:val="0"/>
        </w:rPr>
      </w:pPr>
      <w:r w:rsidRPr="001E084F">
        <w:rPr>
          <w:i w:val="0"/>
        </w:rPr>
        <w:t>N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  <w:r w:rsidRPr="001E084F">
        <w:rPr>
          <w:i w:val="0"/>
        </w:rPr>
        <w:t>Objet °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</w:p>
    <w:p w14:paraId="404826DC" w14:textId="77777777" w:rsidR="00BB06D6" w:rsidRDefault="00BB06D6"/>
    <w:sectPr w:rsidR="00BB06D6" w:rsidSect="00E64F3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EF20C" w14:textId="77777777" w:rsidR="009D0005" w:rsidRDefault="009D0005" w:rsidP="000F1340">
      <w:pPr>
        <w:spacing w:after="0" w:line="240" w:lineRule="auto"/>
      </w:pPr>
      <w:r>
        <w:separator/>
      </w:r>
    </w:p>
  </w:endnote>
  <w:endnote w:type="continuationSeparator" w:id="0">
    <w:p w14:paraId="446694BF" w14:textId="77777777" w:rsidR="009D0005" w:rsidRDefault="009D0005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3F4" w14:textId="50576E1D" w:rsidR="00ED5B0F" w:rsidRDefault="00D141D9" w:rsidP="00BD747F">
    <w:pPr>
      <w:pStyle w:val="Pieddepage"/>
      <w:jc w:val="center"/>
    </w:pPr>
    <w:r w:rsidRPr="00DD4270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E235A91" wp14:editId="7B805C67">
              <wp:simplePos x="0" y="0"/>
              <wp:positionH relativeFrom="page">
                <wp:posOffset>3180466</wp:posOffset>
              </wp:positionH>
              <wp:positionV relativeFrom="paragraph">
                <wp:posOffset>172637</wp:posOffset>
              </wp:positionV>
              <wp:extent cx="1101283" cy="316865"/>
              <wp:effectExtent l="0" t="0" r="381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1283" cy="3168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5115FB6" w14:textId="14E8FD18" w:rsidR="00ED5B0F" w:rsidRPr="000C2DCC" w:rsidRDefault="000C2DCC" w:rsidP="00DD4270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0C2DCC">
                            <w:rPr>
                              <w:sz w:val="16"/>
                              <w:szCs w:val="16"/>
                            </w:rPr>
                            <w:t xml:space="preserve">Page </w:t>
                          </w:r>
                          <w:r w:rsidR="00ED5B0F" w:rsidRPr="000C2DCC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ED5B0F" w:rsidRPr="000C2DCC">
                            <w:rPr>
                              <w:sz w:val="16"/>
                              <w:szCs w:val="16"/>
                            </w:rPr>
                            <w:instrText xml:space="preserve"> PAGE    \* MERGEFORMAT </w:instrText>
                          </w:r>
                          <w:r w:rsidR="00ED5B0F" w:rsidRPr="000C2DCC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D5B0F" w:rsidRPr="000C2DCC">
                            <w:rPr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 w:rsidR="00ED5B0F" w:rsidRPr="000C2DCC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="00ED5B0F" w:rsidRPr="000C2DCC">
                            <w:rPr>
                              <w:sz w:val="16"/>
                              <w:szCs w:val="16"/>
                            </w:rPr>
                            <w:t xml:space="preserve"> sur </w:t>
                          </w:r>
                          <w:r w:rsidR="001E084F" w:rsidRPr="000C2DCC">
                            <w:rPr>
                              <w:noProof/>
                              <w:sz w:val="16"/>
                              <w:szCs w:val="16"/>
                            </w:rPr>
                            <w:fldChar w:fldCharType="begin"/>
                          </w:r>
                          <w:r w:rsidR="001E084F" w:rsidRPr="000C2DCC">
                            <w:rPr>
                              <w:noProof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="001E084F" w:rsidRPr="000C2DCC">
                            <w:rPr>
                              <w:noProof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D5B0F" w:rsidRPr="000C2DCC">
                            <w:rPr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 w:rsidR="001E084F" w:rsidRPr="000C2DCC">
                            <w:rPr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235A91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250.45pt;margin-top:13.6pt;width:86.7pt;height:24.9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" fillcolor="window" stroked="f" strokeweight=".5pt">
              <v:textbox>
                <w:txbxContent>
                  <w:p w14:paraId="35115FB6" w14:textId="14E8FD18" w:rsidR="00ED5B0F" w:rsidRPr="000C2DCC" w:rsidRDefault="000C2DCC" w:rsidP="00DD4270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C2DCC">
                      <w:rPr>
                        <w:sz w:val="16"/>
                        <w:szCs w:val="16"/>
                      </w:rPr>
                      <w:t xml:space="preserve">Page </w:t>
                    </w:r>
                    <w:r w:rsidR="00ED5B0F" w:rsidRPr="000C2DCC">
                      <w:rPr>
                        <w:sz w:val="16"/>
                        <w:szCs w:val="16"/>
                      </w:rPr>
                      <w:fldChar w:fldCharType="begin"/>
                    </w:r>
                    <w:r w:rsidR="00ED5B0F" w:rsidRPr="000C2DCC">
                      <w:rPr>
                        <w:sz w:val="16"/>
                        <w:szCs w:val="16"/>
                      </w:rPr>
                      <w:instrText xml:space="preserve"> PAGE    \* MERGEFORMAT </w:instrText>
                    </w:r>
                    <w:r w:rsidR="00ED5B0F" w:rsidRPr="000C2DCC">
                      <w:rPr>
                        <w:sz w:val="16"/>
                        <w:szCs w:val="16"/>
                      </w:rPr>
                      <w:fldChar w:fldCharType="separate"/>
                    </w:r>
                    <w:r w:rsidR="00ED5B0F" w:rsidRPr="000C2DCC">
                      <w:rPr>
                        <w:noProof/>
                        <w:sz w:val="16"/>
                        <w:szCs w:val="16"/>
                      </w:rPr>
                      <w:t>7</w:t>
                    </w:r>
                    <w:r w:rsidR="00ED5B0F" w:rsidRPr="000C2DCC">
                      <w:rPr>
                        <w:sz w:val="16"/>
                        <w:szCs w:val="16"/>
                      </w:rPr>
                      <w:fldChar w:fldCharType="end"/>
                    </w:r>
                    <w:r w:rsidR="00ED5B0F" w:rsidRPr="000C2DCC">
                      <w:rPr>
                        <w:sz w:val="16"/>
                        <w:szCs w:val="16"/>
                      </w:rPr>
                      <w:t xml:space="preserve"> sur </w:t>
                    </w:r>
                    <w:r w:rsidR="001E084F" w:rsidRPr="000C2DCC">
                      <w:rPr>
                        <w:noProof/>
                        <w:sz w:val="16"/>
                        <w:szCs w:val="16"/>
                      </w:rPr>
                      <w:fldChar w:fldCharType="begin"/>
                    </w:r>
                    <w:r w:rsidR="001E084F" w:rsidRPr="000C2DCC">
                      <w:rPr>
                        <w:noProof/>
                        <w:sz w:val="16"/>
                        <w:szCs w:val="16"/>
                      </w:rPr>
                      <w:instrText xml:space="preserve"> NUMPAGES   \* MERGEFORMAT </w:instrText>
                    </w:r>
                    <w:r w:rsidR="001E084F" w:rsidRPr="000C2DCC">
                      <w:rPr>
                        <w:noProof/>
                        <w:sz w:val="16"/>
                        <w:szCs w:val="16"/>
                      </w:rPr>
                      <w:fldChar w:fldCharType="separate"/>
                    </w:r>
                    <w:r w:rsidR="00ED5B0F" w:rsidRPr="000C2DCC">
                      <w:rPr>
                        <w:noProof/>
                        <w:sz w:val="16"/>
                        <w:szCs w:val="16"/>
                      </w:rPr>
                      <w:t>7</w:t>
                    </w:r>
                    <w:r w:rsidR="001E084F" w:rsidRPr="000C2DCC">
                      <w:rPr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F01FEE">
      <w:rPr>
        <w:noProof/>
        <w:lang w:eastAsia="fr-FR"/>
      </w:rPr>
      <w:drawing>
        <wp:anchor distT="0" distB="0" distL="114300" distR="114300" simplePos="0" relativeHeight="251664896" behindDoc="1" locked="0" layoutInCell="1" allowOverlap="1" wp14:anchorId="7A25C147" wp14:editId="63AFE023">
          <wp:simplePos x="0" y="0"/>
          <wp:positionH relativeFrom="column">
            <wp:posOffset>4866198</wp:posOffset>
          </wp:positionH>
          <wp:positionV relativeFrom="paragraph">
            <wp:posOffset>7951</wp:posOffset>
          </wp:positionV>
          <wp:extent cx="1350614" cy="778598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</w:rPr>
      <w:drawing>
        <wp:anchor distT="0" distB="0" distL="114300" distR="114300" simplePos="0" relativeHeight="251661824" behindDoc="0" locked="0" layoutInCell="1" allowOverlap="1" wp14:anchorId="52435A27" wp14:editId="346200C1">
          <wp:simplePos x="0" y="0"/>
          <wp:positionH relativeFrom="column">
            <wp:posOffset>-872115</wp:posOffset>
          </wp:positionH>
          <wp:positionV relativeFrom="paragraph">
            <wp:posOffset>-63162</wp:posOffset>
          </wp:positionV>
          <wp:extent cx="830580" cy="1265555"/>
          <wp:effectExtent l="0" t="0" r="7620" b="4445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0120E456" w:rsidR="00ED5B0F" w:rsidRDefault="00D141D9">
    <w:pPr>
      <w:pStyle w:val="Pieddepage"/>
    </w:pPr>
    <w:r w:rsidRPr="00F01FEE">
      <w:rPr>
        <w:noProof/>
      </w:rPr>
      <w:drawing>
        <wp:anchor distT="0" distB="0" distL="114300" distR="114300" simplePos="0" relativeHeight="251658752" behindDoc="0" locked="0" layoutInCell="1" allowOverlap="1" wp14:anchorId="65E46013" wp14:editId="1DE4A3B2">
          <wp:simplePos x="0" y="0"/>
          <wp:positionH relativeFrom="column">
            <wp:posOffset>-1009540</wp:posOffset>
          </wp:positionH>
          <wp:positionV relativeFrom="paragraph">
            <wp:posOffset>-26164</wp:posOffset>
          </wp:positionV>
          <wp:extent cx="830580" cy="1265555"/>
          <wp:effectExtent l="0" t="0" r="7620" b="4445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199BB" w14:textId="77777777" w:rsidR="009D0005" w:rsidRDefault="009D0005" w:rsidP="000F1340">
      <w:pPr>
        <w:spacing w:after="0" w:line="240" w:lineRule="auto"/>
      </w:pPr>
      <w:r>
        <w:separator/>
      </w:r>
    </w:p>
  </w:footnote>
  <w:footnote w:type="continuationSeparator" w:id="0">
    <w:p w14:paraId="4FDEB6D1" w14:textId="77777777" w:rsidR="009D0005" w:rsidRDefault="009D0005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E14D16"/>
        <w:insideH w:val="single" w:sz="18" w:space="0" w:color="808080" w:themeColor="background1" w:themeShade="80"/>
        <w:insideV w:val="single" w:sz="18" w:space="0" w:color="E14D1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1"/>
      <w:gridCol w:w="1159"/>
    </w:tblGrid>
    <w:tr w:rsidR="00ED5B0F" w:rsidRPr="00DE67D1" w14:paraId="7391F536" w14:textId="77777777" w:rsidTr="00DE67D1">
      <w:trPr>
        <w:trHeight w:val="288"/>
      </w:trPr>
      <w:sdt>
        <w:sdtPr>
          <w:rPr>
            <w:rFonts w:eastAsiaTheme="majorEastAsia" w:cs="Arial"/>
            <w:color w:val="A6A6A6" w:themeColor="background1" w:themeShade="A6"/>
            <w:sz w:val="20"/>
            <w:szCs w:val="20"/>
          </w:rPr>
          <w:alias w:val="Titre"/>
          <w:id w:val="-527796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2045DE89" w14:textId="59BCDFC9" w:rsidR="00ED5B0F" w:rsidRPr="00DE67D1" w:rsidRDefault="00C71C79">
              <w:pPr>
                <w:pStyle w:val="En-tte"/>
                <w:jc w:val="right"/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</w:pPr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Mémoire technique n°2025-18 – Lot ……</w:t>
              </w:r>
            </w:p>
          </w:tc>
        </w:sdtContent>
      </w:sdt>
      <w:sdt>
        <w:sdtPr>
          <w:rPr>
            <w:rFonts w:eastAsiaTheme="majorEastAsia" w:cs="Arial"/>
            <w:b/>
            <w:bCs/>
            <w:color w:val="A6A6A6" w:themeColor="background1" w:themeShade="A6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ée"/>
          <w:id w:val="-1578886418"/>
          <w:dataBinding w:prefixMappings="xmlns:ns0='http://schemas.microsoft.com/office/2006/coverPageProps'" w:xpath="/ns0:CoverPageProperties[1]/ns0:PublishDate[1]" w:storeItemID="{55AF091B-3C7A-41E3-B477-F2FDAA23CFDA}"/>
          <w:date w:fullDate="2025-11-06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376E73E" w14:textId="09B6508D" w:rsidR="00ED5B0F" w:rsidRPr="00DE67D1" w:rsidRDefault="00B079F2">
              <w:pPr>
                <w:pStyle w:val="En-tte"/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numForm w14:val="oldStyle"/>
                </w:rPr>
              </w:pPr>
              <w:r w:rsidRPr="00B079F2"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2025</w:t>
              </w:r>
            </w:p>
          </w:tc>
        </w:sdtContent>
      </w:sdt>
    </w:tr>
  </w:tbl>
  <w:p w14:paraId="41790198" w14:textId="77777777" w:rsidR="00ED5B0F" w:rsidRDefault="00ED5B0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77777777" w:rsidR="00ED5B0F" w:rsidRPr="00A45C4A" w:rsidRDefault="00ED5B0F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16E4DE" wp14:editId="22571661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ad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6A3BE0"/>
    <w:multiLevelType w:val="hybridMultilevel"/>
    <w:tmpl w:val="97AE7CBA"/>
    <w:lvl w:ilvl="0" w:tplc="8CA042AE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5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7E3F75"/>
    <w:multiLevelType w:val="hybridMultilevel"/>
    <w:tmpl w:val="26D4FE96"/>
    <w:lvl w:ilvl="0" w:tplc="64FA60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5944FF"/>
    <w:multiLevelType w:val="hybridMultilevel"/>
    <w:tmpl w:val="E006D6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AD41D7"/>
    <w:multiLevelType w:val="hybridMultilevel"/>
    <w:tmpl w:val="21842BD4"/>
    <w:lvl w:ilvl="0" w:tplc="F78C370C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6847CD1"/>
    <w:multiLevelType w:val="multilevel"/>
    <w:tmpl w:val="0D4C8D94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3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pStyle w:val="Titre4ENSdeLyon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18"/>
  </w:num>
  <w:num w:numId="2">
    <w:abstractNumId w:val="23"/>
  </w:num>
  <w:num w:numId="3">
    <w:abstractNumId w:val="24"/>
  </w:num>
  <w:num w:numId="4">
    <w:abstractNumId w:val="12"/>
  </w:num>
  <w:num w:numId="5">
    <w:abstractNumId w:val="22"/>
  </w:num>
  <w:num w:numId="6">
    <w:abstractNumId w:val="20"/>
  </w:num>
  <w:num w:numId="7">
    <w:abstractNumId w:val="21"/>
  </w:num>
  <w:num w:numId="8">
    <w:abstractNumId w:val="27"/>
  </w:num>
  <w:num w:numId="9">
    <w:abstractNumId w:val="16"/>
  </w:num>
  <w:num w:numId="10">
    <w:abstractNumId w:val="28"/>
  </w:num>
  <w:num w:numId="11">
    <w:abstractNumId w:val="13"/>
  </w:num>
  <w:num w:numId="12">
    <w:abstractNumId w:val="15"/>
  </w:num>
  <w:num w:numId="13">
    <w:abstractNumId w:val="14"/>
  </w:num>
  <w:num w:numId="14">
    <w:abstractNumId w:val="29"/>
  </w:num>
  <w:num w:numId="15">
    <w:abstractNumId w:val="25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6"/>
  </w:num>
  <w:num w:numId="29">
    <w:abstractNumId w:val="19"/>
  </w:num>
  <w:num w:numId="30">
    <w:abstractNumId w:val="11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9F4"/>
    <w:rsid w:val="000516ED"/>
    <w:rsid w:val="00084D68"/>
    <w:rsid w:val="00097617"/>
    <w:rsid w:val="000B37AB"/>
    <w:rsid w:val="000C059D"/>
    <w:rsid w:val="000C2DCC"/>
    <w:rsid w:val="000F1340"/>
    <w:rsid w:val="000F1456"/>
    <w:rsid w:val="0010071D"/>
    <w:rsid w:val="001117F3"/>
    <w:rsid w:val="00142FAE"/>
    <w:rsid w:val="00143958"/>
    <w:rsid w:val="001C4B02"/>
    <w:rsid w:val="001E084F"/>
    <w:rsid w:val="001E7B4D"/>
    <w:rsid w:val="00257386"/>
    <w:rsid w:val="00261001"/>
    <w:rsid w:val="002A6E1A"/>
    <w:rsid w:val="002B4084"/>
    <w:rsid w:val="002F25E3"/>
    <w:rsid w:val="00373358"/>
    <w:rsid w:val="00392D48"/>
    <w:rsid w:val="003D3607"/>
    <w:rsid w:val="003E305B"/>
    <w:rsid w:val="003F0059"/>
    <w:rsid w:val="003F51DE"/>
    <w:rsid w:val="0041176D"/>
    <w:rsid w:val="00422422"/>
    <w:rsid w:val="00423B4D"/>
    <w:rsid w:val="00426654"/>
    <w:rsid w:val="004762B1"/>
    <w:rsid w:val="00495908"/>
    <w:rsid w:val="004A4C24"/>
    <w:rsid w:val="004B7AAF"/>
    <w:rsid w:val="005D0AC6"/>
    <w:rsid w:val="005F6F43"/>
    <w:rsid w:val="0061718B"/>
    <w:rsid w:val="00663170"/>
    <w:rsid w:val="00693A99"/>
    <w:rsid w:val="006A2D16"/>
    <w:rsid w:val="006C5880"/>
    <w:rsid w:val="006F2776"/>
    <w:rsid w:val="00753B98"/>
    <w:rsid w:val="00782985"/>
    <w:rsid w:val="00786081"/>
    <w:rsid w:val="00797F64"/>
    <w:rsid w:val="007A1101"/>
    <w:rsid w:val="007B55D4"/>
    <w:rsid w:val="007C7197"/>
    <w:rsid w:val="007E1946"/>
    <w:rsid w:val="007E3178"/>
    <w:rsid w:val="008002A3"/>
    <w:rsid w:val="0080238C"/>
    <w:rsid w:val="00827B0D"/>
    <w:rsid w:val="008B7673"/>
    <w:rsid w:val="008C257F"/>
    <w:rsid w:val="008D3FEF"/>
    <w:rsid w:val="008E2499"/>
    <w:rsid w:val="008E7C7A"/>
    <w:rsid w:val="009125E6"/>
    <w:rsid w:val="00924813"/>
    <w:rsid w:val="009328A4"/>
    <w:rsid w:val="00941CD9"/>
    <w:rsid w:val="009453AA"/>
    <w:rsid w:val="00950327"/>
    <w:rsid w:val="00971C5A"/>
    <w:rsid w:val="00982D9A"/>
    <w:rsid w:val="009D0005"/>
    <w:rsid w:val="009E24DB"/>
    <w:rsid w:val="009E4A5A"/>
    <w:rsid w:val="00A13E36"/>
    <w:rsid w:val="00A45C4A"/>
    <w:rsid w:val="00A549F4"/>
    <w:rsid w:val="00A876A6"/>
    <w:rsid w:val="00A9226C"/>
    <w:rsid w:val="00A9360F"/>
    <w:rsid w:val="00A978D7"/>
    <w:rsid w:val="00AF4F94"/>
    <w:rsid w:val="00B079F2"/>
    <w:rsid w:val="00B31231"/>
    <w:rsid w:val="00B64C6B"/>
    <w:rsid w:val="00B90780"/>
    <w:rsid w:val="00BB06D6"/>
    <w:rsid w:val="00BB1AAF"/>
    <w:rsid w:val="00BD1681"/>
    <w:rsid w:val="00BD321E"/>
    <w:rsid w:val="00BD747F"/>
    <w:rsid w:val="00C71C79"/>
    <w:rsid w:val="00C979E5"/>
    <w:rsid w:val="00CB0D8E"/>
    <w:rsid w:val="00CB2D86"/>
    <w:rsid w:val="00CC2889"/>
    <w:rsid w:val="00D069EE"/>
    <w:rsid w:val="00D141D9"/>
    <w:rsid w:val="00D15E97"/>
    <w:rsid w:val="00D1689D"/>
    <w:rsid w:val="00D944C0"/>
    <w:rsid w:val="00DA2042"/>
    <w:rsid w:val="00DB105F"/>
    <w:rsid w:val="00DD4270"/>
    <w:rsid w:val="00DE67D1"/>
    <w:rsid w:val="00E2134B"/>
    <w:rsid w:val="00E365A8"/>
    <w:rsid w:val="00E53A3E"/>
    <w:rsid w:val="00E64F3D"/>
    <w:rsid w:val="00E65A67"/>
    <w:rsid w:val="00E71238"/>
    <w:rsid w:val="00E934ED"/>
    <w:rsid w:val="00EB331B"/>
    <w:rsid w:val="00ED14F1"/>
    <w:rsid w:val="00ED5B0F"/>
    <w:rsid w:val="00F0238E"/>
    <w:rsid w:val="00F20AB9"/>
    <w:rsid w:val="00F4775C"/>
    <w:rsid w:val="00F7487C"/>
    <w:rsid w:val="00FA16DA"/>
    <w:rsid w:val="00FB567A"/>
    <w:rsid w:val="00FC61ED"/>
    <w:rsid w:val="00FF5765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068E163"/>
  <w15:docId w15:val="{6D0AA9B2-341D-4CFD-8FF2-8261FEC7E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qFormat/>
    <w:rsid w:val="00DE67D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2F25E3"/>
    <w:pPr>
      <w:keepNext/>
      <w:keepLines/>
      <w:numPr>
        <w:numId w:val="14"/>
      </w:numPr>
    </w:pPr>
    <w:rPr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D944C0"/>
    <w:pPr>
      <w:numPr>
        <w:ilvl w:val="1"/>
        <w:numId w:val="14"/>
      </w:numPr>
      <w:ind w:left="1276"/>
      <w:jc w:val="both"/>
    </w:pPr>
    <w:rPr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C979E5"/>
    <w:pPr>
      <w:numPr>
        <w:ilvl w:val="2"/>
        <w:numId w:val="14"/>
      </w:numPr>
      <w:ind w:left="1418"/>
    </w:pPr>
    <w:rPr>
      <w:b/>
    </w:rPr>
  </w:style>
  <w:style w:type="character" w:customStyle="1" w:styleId="Titre1ENSdeLyonCar">
    <w:name w:val="Titre 1 ENS de Lyon Car"/>
    <w:basedOn w:val="TextecourantENSdeLyonCar"/>
    <w:link w:val="Titre1ENSdeLyon"/>
    <w:rsid w:val="002F25E3"/>
    <w:rPr>
      <w:rFonts w:ascii="Arial" w:hAnsi="Arial" w:cs="Arial"/>
      <w:b/>
      <w:bCs/>
      <w:i/>
      <w:iCs/>
      <w:color w:val="auto"/>
      <w:sz w:val="36"/>
      <w:szCs w:val="36"/>
      <w:lang w:eastAsia="fr-FR"/>
    </w:rPr>
  </w:style>
  <w:style w:type="character" w:customStyle="1" w:styleId="Titre2ENSdeLyonCar">
    <w:name w:val="Titre 2 ENS de Lyon Car"/>
    <w:basedOn w:val="TextecourantENSdeLyonCar"/>
    <w:link w:val="Titre2ENSdeLyon"/>
    <w:rsid w:val="00D944C0"/>
    <w:rPr>
      <w:rFonts w:ascii="Arial" w:hAnsi="Arial" w:cs="Arial"/>
      <w:b/>
      <w:bCs/>
      <w:i/>
      <w:iCs/>
      <w:color w:val="E14D16"/>
      <w:sz w:val="32"/>
      <w:szCs w:val="32"/>
      <w:lang w:eastAsia="fr-FR"/>
    </w:rPr>
  </w:style>
  <w:style w:type="character" w:customStyle="1" w:styleId="Titre3ENSdeLyonCar">
    <w:name w:val="Titre 3 ENS de Lyon Car"/>
    <w:basedOn w:val="TextecourantENSdeLyonCar"/>
    <w:link w:val="Titre3ENSdeLyon"/>
    <w:rsid w:val="00C979E5"/>
    <w:rPr>
      <w:rFonts w:ascii="Arial" w:hAnsi="Arial" w:cs="Arial"/>
      <w:b/>
      <w:bCs/>
      <w:i/>
      <w:iCs/>
      <w:color w:val="000000" w:themeColor="text1"/>
      <w:sz w:val="20"/>
      <w:szCs w:val="20"/>
      <w:lang w:eastAsia="fr-FR"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numPr>
        <w:ilvl w:val="3"/>
        <w:numId w:val="14"/>
      </w:numPr>
      <w:ind w:left="2127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bCs/>
      <w:i/>
      <w:iCs/>
      <w:color w:val="E14D16"/>
      <w:sz w:val="20"/>
      <w:szCs w:val="20"/>
      <w:lang w:eastAsia="fr-FR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ENSdeLyon">
    <w:name w:val="Texte courant ENS de Lyon"/>
    <w:basedOn w:val="Normal"/>
    <w:link w:val="TextecourantENSdeLyonCar"/>
    <w:qFormat/>
    <w:rsid w:val="001E084F"/>
    <w:pPr>
      <w:spacing w:after="0" w:line="240" w:lineRule="auto"/>
    </w:pPr>
    <w:rPr>
      <w:rFonts w:asciiTheme="minorHAnsi" w:hAnsiTheme="minorHAnsi" w:cstheme="minorHAnsi"/>
      <w:bCs/>
      <w:i/>
      <w:iCs/>
      <w:color w:val="auto"/>
      <w:szCs w:val="20"/>
      <w:lang w:eastAsia="fr-FR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D1689D"/>
  </w:style>
  <w:style w:type="character" w:customStyle="1" w:styleId="TextecourantENSdeLyonCar">
    <w:name w:val="Texte courant ENS de Lyon Car"/>
    <w:basedOn w:val="Policepardfaut"/>
    <w:link w:val="TextecourantENSdeLyon"/>
    <w:rsid w:val="001E084F"/>
    <w:rPr>
      <w:rFonts w:asciiTheme="minorHAnsi" w:hAnsiTheme="minorHAnsi" w:cstheme="minorHAnsi"/>
      <w:bCs/>
      <w:i/>
      <w:iCs/>
      <w:color w:val="auto"/>
      <w:szCs w:val="20"/>
      <w:lang w:eastAsia="fr-FR"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D1689D"/>
    <w:rPr>
      <w:rFonts w:cs="Arial"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  <w:bCs/>
      <w:i/>
      <w:iCs/>
      <w:color w:val="auto"/>
      <w:sz w:val="20"/>
      <w:szCs w:val="20"/>
      <w:lang w:eastAsia="fr-FR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  <w:bCs/>
      <w:i/>
      <w:iCs/>
      <w:color w:val="auto"/>
      <w:sz w:val="20"/>
      <w:szCs w:val="20"/>
      <w:lang w:eastAsia="fr-FR"/>
    </w:r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 w:val="0"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 w:val="0"/>
      <w:iCs w:val="0"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ind w:left="1068"/>
      <w:contextualSpacing/>
      <w:jc w:val="both"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ppelnotedebasdep">
    <w:name w:val="footnote reference"/>
    <w:semiHidden/>
    <w:rsid w:val="00EB331B"/>
    <w:rPr>
      <w:vertAlign w:val="superscript"/>
    </w:rPr>
  </w:style>
  <w:style w:type="paragraph" w:customStyle="1" w:styleId="Normal1">
    <w:name w:val="Normal1"/>
    <w:basedOn w:val="Normal"/>
    <w:rsid w:val="00EB331B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auto"/>
      <w:lang w:eastAsia="fr-FR"/>
    </w:rPr>
  </w:style>
  <w:style w:type="paragraph" w:customStyle="1" w:styleId="Tabulation-Points2">
    <w:name w:val="Tabulation - Points 2"/>
    <w:basedOn w:val="Normal"/>
    <w:rsid w:val="00EB331B"/>
    <w:pPr>
      <w:tabs>
        <w:tab w:val="left" w:leader="do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EB331B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B331B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paragraph" w:customStyle="1" w:styleId="Retraittableau1">
    <w:name w:val="Retrait tableau1"/>
    <w:basedOn w:val="Normal"/>
    <w:rsid w:val="00663170"/>
    <w:pPr>
      <w:suppressAutoHyphens/>
      <w:spacing w:before="120" w:after="60" w:line="240" w:lineRule="auto"/>
      <w:ind w:left="284"/>
    </w:pPr>
    <w:rPr>
      <w:rFonts w:ascii="Times New Roman" w:eastAsia="Times New Roman" w:hAnsi="Times New Roman" w:cs="Times New Roman"/>
      <w:b/>
      <w:color w:val="auto"/>
      <w:sz w:val="24"/>
      <w:szCs w:val="20"/>
      <w:lang w:eastAsia="ar-SA"/>
    </w:rPr>
  </w:style>
  <w:style w:type="table" w:customStyle="1" w:styleId="Ombrageclair1">
    <w:name w:val="Ombrage clair1"/>
    <w:basedOn w:val="TableauNormal"/>
    <w:next w:val="Ombrageclair"/>
    <w:uiPriority w:val="60"/>
    <w:rsid w:val="009E4A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2">
    <w:name w:val="Ombrage clair2"/>
    <w:basedOn w:val="TableauNormal"/>
    <w:next w:val="Ombrageclair"/>
    <w:uiPriority w:val="60"/>
    <w:rsid w:val="009E4A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3">
    <w:name w:val="Ombrage clair3"/>
    <w:basedOn w:val="TableauNormal"/>
    <w:next w:val="Ombrageclair"/>
    <w:uiPriority w:val="60"/>
    <w:rsid w:val="009E4A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4">
    <w:name w:val="Ombrage clair4"/>
    <w:basedOn w:val="TableauNormal"/>
    <w:next w:val="Ombrageclair"/>
    <w:uiPriority w:val="60"/>
    <w:rsid w:val="009E4A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5">
    <w:name w:val="Ombrage clair5"/>
    <w:basedOn w:val="TableauNormal"/>
    <w:next w:val="Ombrageclair"/>
    <w:uiPriority w:val="60"/>
    <w:rsid w:val="00E53A3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tyleTitre6LatinArialNarrow">
    <w:name w:val="Style Titre 6 + (Latin) Arial Narrow"/>
    <w:basedOn w:val="Titre6"/>
    <w:rsid w:val="008B7673"/>
    <w:pPr>
      <w:keepNext w:val="0"/>
      <w:keepLines w:val="0"/>
      <w:numPr>
        <w:ilvl w:val="0"/>
        <w:numId w:val="0"/>
      </w:numPr>
      <w:spacing w:before="240" w:after="60" w:line="240" w:lineRule="auto"/>
    </w:pPr>
    <w:rPr>
      <w:rFonts w:ascii="Arial" w:eastAsia="Cambria" w:hAnsi="Arial" w:cs="Times New Roman"/>
      <w:b/>
      <w:bCs/>
      <w:i w:val="0"/>
      <w:iCs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4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scuit\Downloads\modele-rapport-ensdely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2025-11-06T00:00:00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A72775-E55B-4FCB-8433-D059E06C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modele-rapport-ensdelyon.dotx</Template>
  <TotalTime>1664</TotalTime>
  <Pages>6</Pages>
  <Words>1102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Mémoire technique n°2025-18 – Lot ……</vt:lpstr>
    </vt:vector>
  </TitlesOfParts>
  <Company>ENS de Lyon</Company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Mémoire technique n°2025-18 – Lot ……</dc:title>
  <dc:subject>Aménagement d’une plateforme de cryomicroscopie BSL2 au sous-sol du MLE</dc:subject>
  <dc:creator/>
  <cp:lastModifiedBy>Ropert mussato Fanny</cp:lastModifiedBy>
  <cp:revision>41</cp:revision>
  <cp:lastPrinted>2014-12-02T11:31:00Z</cp:lastPrinted>
  <dcterms:created xsi:type="dcterms:W3CDTF">2018-03-06T13:59:00Z</dcterms:created>
  <dcterms:modified xsi:type="dcterms:W3CDTF">2025-11-19T14:08:00Z</dcterms:modified>
</cp:coreProperties>
</file>